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520" w:rsidRDefault="00622520" w:rsidP="00D42040">
      <w:pPr>
        <w:rPr>
          <w:b/>
          <w:lang w:eastAsia="en-US"/>
        </w:rPr>
      </w:pPr>
      <w:bookmarkStart w:id="0" w:name="_GoBack"/>
      <w:bookmarkEnd w:id="0"/>
      <w:r w:rsidRPr="002633D0">
        <w:rPr>
          <w:b/>
          <w:lang w:eastAsia="en-US"/>
        </w:rPr>
        <w:t xml:space="preserve">                           Технологическая карта урока  ОБЖ в 7 классе </w:t>
      </w:r>
    </w:p>
    <w:p w:rsidR="00622520" w:rsidRPr="002633D0" w:rsidRDefault="00622520" w:rsidP="00D42040">
      <w:pPr>
        <w:rPr>
          <w:b/>
          <w:lang w:eastAsia="en-US"/>
        </w:rPr>
      </w:pPr>
      <w:r>
        <w:rPr>
          <w:b/>
          <w:lang w:eastAsia="en-US"/>
        </w:rPr>
        <w:t>Учитель: Голуб Марина Геннадьевна 1 категория  МОКУ Таскинская ООШ</w:t>
      </w:r>
    </w:p>
    <w:p w:rsidR="00622520" w:rsidRPr="002633D0" w:rsidRDefault="00622520" w:rsidP="00D42040">
      <w:pPr>
        <w:ind w:firstLine="567"/>
        <w:jc w:val="center"/>
        <w:rPr>
          <w:b/>
          <w:lang w:eastAsia="en-US"/>
        </w:rPr>
      </w:pPr>
    </w:p>
    <w:tbl>
      <w:tblPr>
        <w:tblW w:w="10828" w:type="dxa"/>
        <w:tblInd w:w="-10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89"/>
        <w:gridCol w:w="5220"/>
        <w:gridCol w:w="2619"/>
      </w:tblGrid>
      <w:tr w:rsidR="00622520" w:rsidRPr="002633D0" w:rsidTr="00D479DC">
        <w:tc>
          <w:tcPr>
            <w:tcW w:w="2989" w:type="dxa"/>
          </w:tcPr>
          <w:p w:rsidR="00622520" w:rsidRPr="002633D0" w:rsidRDefault="00622520">
            <w:pPr>
              <w:shd w:val="clear" w:color="auto" w:fill="FFFFFF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7839" w:type="dxa"/>
            <w:gridSpan w:val="2"/>
          </w:tcPr>
          <w:p w:rsidR="00622520" w:rsidRPr="002633D0" w:rsidRDefault="00622520" w:rsidP="00416F27">
            <w:pPr>
              <w:shd w:val="clear" w:color="auto" w:fill="FFFFFF"/>
              <w:spacing w:line="276" w:lineRule="auto"/>
            </w:pPr>
            <w:r w:rsidRPr="002633D0">
              <w:rPr>
                <w:b/>
                <w:bCs/>
              </w:rPr>
              <w:t>ОРГАНИЗАЦИОННАЯ СТРУКТУРА УРОКА</w:t>
            </w:r>
            <w:r w:rsidRPr="002633D0">
              <w:t xml:space="preserve"> </w:t>
            </w:r>
          </w:p>
        </w:tc>
      </w:tr>
      <w:tr w:rsidR="00622520" w:rsidRPr="002633D0" w:rsidTr="00D479DC">
        <w:tc>
          <w:tcPr>
            <w:tcW w:w="2989" w:type="dxa"/>
          </w:tcPr>
          <w:p w:rsidR="00622520" w:rsidRPr="002633D0" w:rsidRDefault="00622520">
            <w:pPr>
              <w:shd w:val="clear" w:color="auto" w:fill="FFFFFF"/>
              <w:spacing w:line="276" w:lineRule="auto"/>
              <w:jc w:val="center"/>
              <w:rPr>
                <w:b/>
                <w:bCs/>
              </w:rPr>
            </w:pPr>
            <w:r w:rsidRPr="002633D0">
              <w:rPr>
                <w:b/>
                <w:lang w:eastAsia="en-US"/>
              </w:rPr>
              <w:t>Этап урока (+ время)</w:t>
            </w:r>
          </w:p>
        </w:tc>
        <w:tc>
          <w:tcPr>
            <w:tcW w:w="5220" w:type="dxa"/>
          </w:tcPr>
          <w:p w:rsidR="00622520" w:rsidRPr="002633D0" w:rsidRDefault="00622520">
            <w:pPr>
              <w:shd w:val="clear" w:color="auto" w:fill="FFFFFF"/>
              <w:spacing w:line="276" w:lineRule="auto"/>
              <w:jc w:val="center"/>
              <w:rPr>
                <w:b/>
                <w:bCs/>
              </w:rPr>
            </w:pPr>
            <w:r w:rsidRPr="002633D0">
              <w:rPr>
                <w:b/>
                <w:lang w:eastAsia="en-US"/>
              </w:rPr>
              <w:t>Деятельность учителя</w:t>
            </w:r>
          </w:p>
        </w:tc>
        <w:tc>
          <w:tcPr>
            <w:tcW w:w="2619" w:type="dxa"/>
          </w:tcPr>
          <w:p w:rsidR="00622520" w:rsidRPr="002633D0" w:rsidRDefault="00622520">
            <w:pPr>
              <w:shd w:val="clear" w:color="auto" w:fill="FFFFFF"/>
              <w:spacing w:line="276" w:lineRule="auto"/>
              <w:jc w:val="center"/>
              <w:rPr>
                <w:b/>
                <w:bCs/>
              </w:rPr>
            </w:pPr>
            <w:r w:rsidRPr="002633D0">
              <w:rPr>
                <w:b/>
                <w:lang w:eastAsia="en-US"/>
              </w:rPr>
              <w:t>Деятельность обучающихся</w:t>
            </w:r>
          </w:p>
        </w:tc>
      </w:tr>
      <w:tr w:rsidR="00622520" w:rsidRPr="002633D0" w:rsidTr="00D479DC">
        <w:trPr>
          <w:trHeight w:val="340"/>
        </w:trPr>
        <w:tc>
          <w:tcPr>
            <w:tcW w:w="2989" w:type="dxa"/>
          </w:tcPr>
          <w:p w:rsidR="00622520" w:rsidRPr="002633D0" w:rsidRDefault="00622520">
            <w:pPr>
              <w:spacing w:line="276" w:lineRule="auto"/>
              <w:rPr>
                <w:b/>
                <w:bCs/>
              </w:rPr>
            </w:pPr>
            <w:r w:rsidRPr="002633D0">
              <w:rPr>
                <w:b/>
                <w:bCs/>
              </w:rPr>
              <w:t>1 этап. Орг. Момент</w:t>
            </w:r>
          </w:p>
          <w:p w:rsidR="00622520" w:rsidRPr="002633D0" w:rsidRDefault="00622520">
            <w:pPr>
              <w:spacing w:line="276" w:lineRule="auto"/>
              <w:rPr>
                <w:b/>
                <w:bCs/>
              </w:rPr>
            </w:pPr>
            <w:r w:rsidRPr="002633D0">
              <w:rPr>
                <w:b/>
                <w:bCs/>
              </w:rPr>
              <w:t xml:space="preserve"> (1 мин.)</w:t>
            </w:r>
          </w:p>
        </w:tc>
        <w:tc>
          <w:tcPr>
            <w:tcW w:w="7839" w:type="dxa"/>
            <w:gridSpan w:val="2"/>
          </w:tcPr>
          <w:p w:rsidR="00622520" w:rsidRPr="002633D0" w:rsidRDefault="00622520" w:rsidP="00427D33">
            <w:pPr>
              <w:pStyle w:val="NormalWeb"/>
              <w:spacing w:before="0" w:beforeAutospacing="0" w:after="0" w:afterAutospacing="0"/>
            </w:pPr>
            <w:r w:rsidRPr="002633D0">
              <w:t xml:space="preserve">Проверка готовности к уроку, создание позитивного настроя для совместной деятельности на уроке. </w:t>
            </w:r>
          </w:p>
          <w:p w:rsidR="00622520" w:rsidRPr="002633D0" w:rsidRDefault="00622520">
            <w:pPr>
              <w:pStyle w:val="NormalWeb"/>
              <w:spacing w:before="0" w:beforeAutospacing="0" w:after="0" w:afterAutospacing="0"/>
            </w:pPr>
          </w:p>
        </w:tc>
      </w:tr>
      <w:tr w:rsidR="00622520" w:rsidRPr="002633D0" w:rsidTr="00CE04B4">
        <w:trPr>
          <w:trHeight w:val="913"/>
        </w:trPr>
        <w:tc>
          <w:tcPr>
            <w:tcW w:w="2989" w:type="dxa"/>
          </w:tcPr>
          <w:p w:rsidR="00622520" w:rsidRPr="002633D0" w:rsidRDefault="00622520">
            <w:pPr>
              <w:pStyle w:val="BodyText2"/>
              <w:spacing w:line="276" w:lineRule="auto"/>
              <w:rPr>
                <w:b/>
              </w:rPr>
            </w:pPr>
            <w:r w:rsidRPr="002633D0">
              <w:rPr>
                <w:b/>
              </w:rPr>
              <w:t>2 этап.</w:t>
            </w:r>
          </w:p>
          <w:p w:rsidR="00622520" w:rsidRPr="002633D0" w:rsidRDefault="00622520">
            <w:pPr>
              <w:spacing w:line="276" w:lineRule="auto"/>
              <w:rPr>
                <w:b/>
                <w:bCs/>
              </w:rPr>
            </w:pPr>
            <w:r w:rsidRPr="002633D0">
              <w:rPr>
                <w:b/>
                <w:bCs/>
              </w:rPr>
              <w:t xml:space="preserve"> Актуализация знаний</w:t>
            </w:r>
          </w:p>
          <w:p w:rsidR="00622520" w:rsidRPr="002633D0" w:rsidRDefault="00622520">
            <w:pPr>
              <w:spacing w:line="276" w:lineRule="auto"/>
              <w:rPr>
                <w:b/>
                <w:bCs/>
              </w:rPr>
            </w:pPr>
            <w:r w:rsidRPr="002633D0">
              <w:rPr>
                <w:b/>
                <w:bCs/>
              </w:rPr>
              <w:t xml:space="preserve"> (5-6 мин.)</w:t>
            </w:r>
          </w:p>
        </w:tc>
        <w:tc>
          <w:tcPr>
            <w:tcW w:w="5220" w:type="dxa"/>
          </w:tcPr>
          <w:p w:rsidR="00622520" w:rsidRPr="00DD5B67" w:rsidRDefault="00622520" w:rsidP="00416F27">
            <w:pPr>
              <w:pStyle w:val="1"/>
              <w:shd w:val="clear" w:color="auto" w:fill="auto"/>
              <w:spacing w:before="0" w:line="240" w:lineRule="auto"/>
              <w:ind w:right="20"/>
              <w:jc w:val="left"/>
              <w:rPr>
                <w:sz w:val="24"/>
                <w:szCs w:val="24"/>
              </w:rPr>
            </w:pPr>
            <w:r w:rsidRPr="00DD5B67">
              <w:rPr>
                <w:sz w:val="24"/>
                <w:szCs w:val="24"/>
              </w:rPr>
              <w:t xml:space="preserve"> Задание на слайде 2,3</w:t>
            </w:r>
          </w:p>
          <w:p w:rsidR="00622520" w:rsidRPr="00DD5B67" w:rsidRDefault="00622520" w:rsidP="00416F27">
            <w:pPr>
              <w:pStyle w:val="1"/>
              <w:shd w:val="clear" w:color="auto" w:fill="auto"/>
              <w:spacing w:before="0" w:line="240" w:lineRule="auto"/>
              <w:ind w:right="20"/>
              <w:jc w:val="left"/>
              <w:rPr>
                <w:sz w:val="24"/>
                <w:szCs w:val="24"/>
              </w:rPr>
            </w:pPr>
          </w:p>
          <w:p w:rsidR="00622520" w:rsidRPr="00DD5B67" w:rsidRDefault="00622520" w:rsidP="00416F27">
            <w:pPr>
              <w:pStyle w:val="1"/>
              <w:shd w:val="clear" w:color="auto" w:fill="auto"/>
              <w:spacing w:before="0" w:line="240" w:lineRule="auto"/>
              <w:ind w:right="20"/>
              <w:jc w:val="left"/>
              <w:rPr>
                <w:sz w:val="24"/>
                <w:szCs w:val="24"/>
              </w:rPr>
            </w:pPr>
            <w:r w:rsidRPr="00DD5B67">
              <w:rPr>
                <w:sz w:val="24"/>
                <w:szCs w:val="24"/>
              </w:rPr>
              <w:t xml:space="preserve"> Опрос домашнего задания: </w:t>
            </w:r>
          </w:p>
          <w:p w:rsidR="00622520" w:rsidRPr="00DD5B67" w:rsidRDefault="00622520" w:rsidP="00416F27">
            <w:pPr>
              <w:pStyle w:val="1"/>
              <w:shd w:val="clear" w:color="auto" w:fill="auto"/>
              <w:spacing w:before="0" w:line="240" w:lineRule="auto"/>
              <w:ind w:right="20"/>
              <w:jc w:val="left"/>
              <w:rPr>
                <w:sz w:val="24"/>
                <w:szCs w:val="24"/>
              </w:rPr>
            </w:pPr>
            <w:r w:rsidRPr="00DD5B67">
              <w:rPr>
                <w:sz w:val="24"/>
                <w:szCs w:val="24"/>
              </w:rPr>
              <w:t xml:space="preserve">- В качестве повторения изученного материала на  прошлом уроке  проведём диктант терминов: </w:t>
            </w:r>
          </w:p>
          <w:p w:rsidR="00622520" w:rsidRPr="00DD5B67" w:rsidRDefault="00622520" w:rsidP="007C58CC">
            <w:pPr>
              <w:pStyle w:val="1"/>
              <w:ind w:right="20"/>
              <w:rPr>
                <w:sz w:val="24"/>
                <w:szCs w:val="24"/>
              </w:rPr>
            </w:pPr>
            <w:r w:rsidRPr="00DD5B67">
              <w:rPr>
                <w:sz w:val="24"/>
                <w:szCs w:val="24"/>
              </w:rPr>
              <w:t>Диктант терминов:</w:t>
            </w:r>
          </w:p>
          <w:p w:rsidR="00622520" w:rsidRPr="00DD5B67" w:rsidRDefault="00622520" w:rsidP="00CE04B4">
            <w:pPr>
              <w:pStyle w:val="1"/>
              <w:numPr>
                <w:ilvl w:val="0"/>
                <w:numId w:val="12"/>
              </w:numPr>
              <w:ind w:right="20"/>
              <w:jc w:val="left"/>
              <w:rPr>
                <w:sz w:val="24"/>
                <w:szCs w:val="24"/>
              </w:rPr>
            </w:pPr>
            <w:r w:rsidRPr="00DD5B67">
              <w:rPr>
                <w:sz w:val="24"/>
                <w:szCs w:val="24"/>
              </w:rPr>
              <w:t xml:space="preserve">К какой группе из опасных </w:t>
            </w:r>
          </w:p>
          <w:p w:rsidR="00622520" w:rsidRPr="00DD5B67" w:rsidRDefault="00622520" w:rsidP="00CE04B4">
            <w:pPr>
              <w:pStyle w:val="1"/>
              <w:ind w:left="75" w:right="20"/>
              <w:jc w:val="left"/>
              <w:rPr>
                <w:sz w:val="24"/>
                <w:szCs w:val="24"/>
              </w:rPr>
            </w:pPr>
            <w:r w:rsidRPr="00DD5B67">
              <w:rPr>
                <w:sz w:val="24"/>
                <w:szCs w:val="24"/>
              </w:rPr>
              <w:t xml:space="preserve">природных явлений относятся </w:t>
            </w:r>
          </w:p>
          <w:p w:rsidR="00622520" w:rsidRPr="00DD5B67" w:rsidRDefault="00622520" w:rsidP="00CE04B4">
            <w:pPr>
              <w:pStyle w:val="1"/>
              <w:ind w:left="75" w:right="20"/>
              <w:jc w:val="left"/>
              <w:rPr>
                <w:sz w:val="24"/>
                <w:szCs w:val="24"/>
              </w:rPr>
            </w:pPr>
            <w:r w:rsidRPr="00DD5B67">
              <w:rPr>
                <w:sz w:val="24"/>
                <w:szCs w:val="24"/>
              </w:rPr>
              <w:t xml:space="preserve">землетрясения? (Геофизические) </w:t>
            </w:r>
          </w:p>
          <w:p w:rsidR="00622520" w:rsidRPr="00DD5B67" w:rsidRDefault="00622520" w:rsidP="00CE04B4">
            <w:pPr>
              <w:pStyle w:val="1"/>
              <w:numPr>
                <w:ilvl w:val="0"/>
                <w:numId w:val="12"/>
              </w:numPr>
              <w:ind w:right="20"/>
              <w:jc w:val="left"/>
              <w:rPr>
                <w:sz w:val="24"/>
                <w:szCs w:val="24"/>
              </w:rPr>
            </w:pPr>
            <w:r w:rsidRPr="00DD5B67">
              <w:rPr>
                <w:sz w:val="24"/>
                <w:szCs w:val="24"/>
              </w:rPr>
              <w:t xml:space="preserve">Подземные толчки и колебания </w:t>
            </w:r>
          </w:p>
          <w:p w:rsidR="00622520" w:rsidRPr="00DD5B67" w:rsidRDefault="00622520" w:rsidP="00CE04B4">
            <w:pPr>
              <w:pStyle w:val="1"/>
              <w:ind w:left="75" w:right="20"/>
              <w:jc w:val="left"/>
              <w:rPr>
                <w:sz w:val="24"/>
                <w:szCs w:val="24"/>
              </w:rPr>
            </w:pPr>
            <w:r w:rsidRPr="00DD5B67">
              <w:rPr>
                <w:sz w:val="24"/>
                <w:szCs w:val="24"/>
              </w:rPr>
              <w:t xml:space="preserve">поверхности Земли-это(землетрясение) </w:t>
            </w:r>
          </w:p>
          <w:p w:rsidR="00622520" w:rsidRPr="00DD5B67" w:rsidRDefault="00622520" w:rsidP="00CE04B4">
            <w:pPr>
              <w:pStyle w:val="1"/>
              <w:numPr>
                <w:ilvl w:val="0"/>
                <w:numId w:val="12"/>
              </w:numPr>
              <w:ind w:right="20"/>
              <w:jc w:val="left"/>
              <w:rPr>
                <w:sz w:val="24"/>
                <w:szCs w:val="24"/>
              </w:rPr>
            </w:pPr>
            <w:r w:rsidRPr="00DD5B67">
              <w:rPr>
                <w:sz w:val="24"/>
                <w:szCs w:val="24"/>
              </w:rPr>
              <w:t xml:space="preserve">Назвать основные виды </w:t>
            </w:r>
          </w:p>
          <w:p w:rsidR="00622520" w:rsidRPr="00DD5B67" w:rsidRDefault="00622520" w:rsidP="00CE04B4">
            <w:pPr>
              <w:pStyle w:val="1"/>
              <w:ind w:left="75" w:right="20"/>
              <w:jc w:val="left"/>
              <w:rPr>
                <w:sz w:val="24"/>
                <w:szCs w:val="24"/>
              </w:rPr>
            </w:pPr>
            <w:r w:rsidRPr="00DD5B67">
              <w:rPr>
                <w:sz w:val="24"/>
                <w:szCs w:val="24"/>
              </w:rPr>
              <w:t xml:space="preserve">землетрясений (тектонические, </w:t>
            </w:r>
          </w:p>
          <w:p w:rsidR="00622520" w:rsidRPr="00DD5B67" w:rsidRDefault="00622520" w:rsidP="00CE04B4">
            <w:pPr>
              <w:pStyle w:val="1"/>
              <w:ind w:left="75" w:right="20"/>
              <w:jc w:val="left"/>
              <w:rPr>
                <w:sz w:val="24"/>
                <w:szCs w:val="24"/>
              </w:rPr>
            </w:pPr>
            <w:r w:rsidRPr="00DD5B67">
              <w:rPr>
                <w:sz w:val="24"/>
                <w:szCs w:val="24"/>
              </w:rPr>
              <w:t>внутриплитовые, вулканические, о</w:t>
            </w:r>
          </w:p>
          <w:p w:rsidR="00622520" w:rsidRPr="00DD5B67" w:rsidRDefault="00622520" w:rsidP="00CE04B4">
            <w:pPr>
              <w:pStyle w:val="1"/>
              <w:ind w:left="75" w:right="20"/>
              <w:jc w:val="left"/>
              <w:rPr>
                <w:sz w:val="24"/>
                <w:szCs w:val="24"/>
              </w:rPr>
            </w:pPr>
            <w:r w:rsidRPr="00DD5B67">
              <w:rPr>
                <w:sz w:val="24"/>
                <w:szCs w:val="24"/>
              </w:rPr>
              <w:t xml:space="preserve">бвальные, деятельность человека) </w:t>
            </w:r>
          </w:p>
          <w:p w:rsidR="00622520" w:rsidRPr="00DD5B67" w:rsidRDefault="00622520" w:rsidP="007C58CC">
            <w:pPr>
              <w:pStyle w:val="1"/>
              <w:ind w:right="20"/>
              <w:jc w:val="left"/>
              <w:rPr>
                <w:sz w:val="24"/>
                <w:szCs w:val="24"/>
              </w:rPr>
            </w:pPr>
            <w:r w:rsidRPr="00DD5B67">
              <w:rPr>
                <w:sz w:val="24"/>
                <w:szCs w:val="24"/>
              </w:rPr>
              <w:t>4.Каковы причины</w:t>
            </w:r>
          </w:p>
          <w:p w:rsidR="00622520" w:rsidRPr="00DD5B67" w:rsidRDefault="00622520" w:rsidP="007C58CC">
            <w:pPr>
              <w:pStyle w:val="1"/>
              <w:ind w:right="20"/>
              <w:jc w:val="left"/>
              <w:rPr>
                <w:sz w:val="24"/>
                <w:szCs w:val="24"/>
              </w:rPr>
            </w:pPr>
            <w:r w:rsidRPr="00DD5B67">
              <w:rPr>
                <w:sz w:val="24"/>
                <w:szCs w:val="24"/>
              </w:rPr>
              <w:t xml:space="preserve"> землетрясений?(деятельность человека, </w:t>
            </w:r>
          </w:p>
          <w:p w:rsidR="00622520" w:rsidRPr="00DD5B67" w:rsidRDefault="00622520" w:rsidP="007C58CC">
            <w:pPr>
              <w:pStyle w:val="1"/>
              <w:ind w:right="20"/>
              <w:jc w:val="left"/>
              <w:rPr>
                <w:sz w:val="24"/>
                <w:szCs w:val="24"/>
              </w:rPr>
            </w:pPr>
            <w:r w:rsidRPr="00DD5B67">
              <w:rPr>
                <w:sz w:val="24"/>
                <w:szCs w:val="24"/>
              </w:rPr>
              <w:t xml:space="preserve">пустоты, вулканы) </w:t>
            </w:r>
          </w:p>
          <w:p w:rsidR="00622520" w:rsidRPr="00DD5B67" w:rsidRDefault="00622520" w:rsidP="00CE04B4">
            <w:pPr>
              <w:pStyle w:val="1"/>
              <w:ind w:left="75" w:right="20"/>
              <w:jc w:val="left"/>
              <w:rPr>
                <w:sz w:val="24"/>
                <w:szCs w:val="24"/>
              </w:rPr>
            </w:pPr>
            <w:r w:rsidRPr="00DD5B67">
              <w:rPr>
                <w:sz w:val="24"/>
                <w:szCs w:val="24"/>
              </w:rPr>
              <w:t xml:space="preserve">5.Как называется прибор для </w:t>
            </w:r>
          </w:p>
          <w:p w:rsidR="00622520" w:rsidRPr="00DD5B67" w:rsidRDefault="00622520" w:rsidP="00CE04B4">
            <w:pPr>
              <w:pStyle w:val="1"/>
              <w:ind w:left="75" w:right="20"/>
              <w:jc w:val="left"/>
              <w:rPr>
                <w:sz w:val="24"/>
                <w:szCs w:val="24"/>
              </w:rPr>
            </w:pPr>
            <w:r w:rsidRPr="00DD5B67">
              <w:rPr>
                <w:sz w:val="24"/>
                <w:szCs w:val="24"/>
              </w:rPr>
              <w:t xml:space="preserve">обнаружения и регистрации </w:t>
            </w:r>
          </w:p>
          <w:p w:rsidR="00622520" w:rsidRPr="00DD5B67" w:rsidRDefault="00622520" w:rsidP="00CE04B4">
            <w:pPr>
              <w:pStyle w:val="1"/>
              <w:ind w:left="75" w:right="20"/>
              <w:jc w:val="left"/>
              <w:rPr>
                <w:sz w:val="24"/>
                <w:szCs w:val="24"/>
              </w:rPr>
            </w:pPr>
            <w:r w:rsidRPr="00DD5B67">
              <w:rPr>
                <w:sz w:val="24"/>
                <w:szCs w:val="24"/>
              </w:rPr>
              <w:t>землетрясения? (сейсмограф)</w:t>
            </w:r>
          </w:p>
          <w:p w:rsidR="00622520" w:rsidRPr="00DD5B67" w:rsidRDefault="00622520" w:rsidP="007C58CC">
            <w:pPr>
              <w:pStyle w:val="1"/>
              <w:ind w:right="20"/>
              <w:jc w:val="left"/>
              <w:rPr>
                <w:sz w:val="24"/>
                <w:szCs w:val="24"/>
              </w:rPr>
            </w:pPr>
            <w:r w:rsidRPr="00DD5B67">
              <w:rPr>
                <w:sz w:val="24"/>
                <w:szCs w:val="24"/>
              </w:rPr>
              <w:t xml:space="preserve"> 6.  Где появился первый сейсмограф? </w:t>
            </w:r>
          </w:p>
          <w:p w:rsidR="00622520" w:rsidRPr="00DD5B67" w:rsidRDefault="00622520" w:rsidP="007C58CC">
            <w:pPr>
              <w:pStyle w:val="1"/>
              <w:ind w:right="20"/>
              <w:jc w:val="left"/>
              <w:rPr>
                <w:sz w:val="24"/>
                <w:szCs w:val="24"/>
              </w:rPr>
            </w:pPr>
            <w:r w:rsidRPr="00DD5B67">
              <w:rPr>
                <w:sz w:val="24"/>
                <w:szCs w:val="24"/>
              </w:rPr>
              <w:t xml:space="preserve">(Китай) </w:t>
            </w:r>
          </w:p>
          <w:p w:rsidR="00622520" w:rsidRPr="00DD5B67" w:rsidRDefault="00622520" w:rsidP="007C58CC">
            <w:pPr>
              <w:pStyle w:val="1"/>
              <w:ind w:right="20"/>
              <w:jc w:val="left"/>
              <w:rPr>
                <w:sz w:val="24"/>
                <w:szCs w:val="24"/>
              </w:rPr>
            </w:pPr>
            <w:r w:rsidRPr="00DD5B67">
              <w:rPr>
                <w:sz w:val="24"/>
                <w:szCs w:val="24"/>
              </w:rPr>
              <w:t xml:space="preserve">7.  Назвать основные показатели </w:t>
            </w:r>
          </w:p>
          <w:p w:rsidR="00622520" w:rsidRPr="00DD5B67" w:rsidRDefault="00622520" w:rsidP="007C58CC">
            <w:pPr>
              <w:pStyle w:val="1"/>
              <w:ind w:right="20"/>
              <w:jc w:val="left"/>
              <w:rPr>
                <w:sz w:val="24"/>
                <w:szCs w:val="24"/>
              </w:rPr>
            </w:pPr>
            <w:r w:rsidRPr="00DD5B67">
              <w:rPr>
                <w:sz w:val="24"/>
                <w:szCs w:val="24"/>
              </w:rPr>
              <w:t xml:space="preserve">измерения силы землетрясения </w:t>
            </w:r>
          </w:p>
          <w:p w:rsidR="00622520" w:rsidRPr="00DD5B67" w:rsidRDefault="00622520" w:rsidP="007C58CC">
            <w:pPr>
              <w:pStyle w:val="1"/>
              <w:ind w:right="20"/>
              <w:jc w:val="left"/>
              <w:rPr>
                <w:sz w:val="24"/>
                <w:szCs w:val="24"/>
              </w:rPr>
            </w:pPr>
            <w:r w:rsidRPr="00DD5B67">
              <w:rPr>
                <w:sz w:val="24"/>
                <w:szCs w:val="24"/>
              </w:rPr>
              <w:t xml:space="preserve">(магнитуда, единицы измерения шкала </w:t>
            </w:r>
          </w:p>
          <w:p w:rsidR="00622520" w:rsidRPr="00DD5B67" w:rsidRDefault="00622520" w:rsidP="007C58CC">
            <w:pPr>
              <w:pStyle w:val="1"/>
              <w:ind w:right="20"/>
              <w:jc w:val="left"/>
              <w:rPr>
                <w:sz w:val="24"/>
                <w:szCs w:val="24"/>
              </w:rPr>
            </w:pPr>
            <w:r w:rsidRPr="00DD5B67">
              <w:rPr>
                <w:sz w:val="24"/>
                <w:szCs w:val="24"/>
              </w:rPr>
              <w:t>Рихтера и шкала Меркалли)</w:t>
            </w:r>
          </w:p>
          <w:p w:rsidR="00622520" w:rsidRPr="00DD5B67" w:rsidRDefault="00622520" w:rsidP="007C58CC">
            <w:pPr>
              <w:pStyle w:val="1"/>
              <w:ind w:right="20"/>
              <w:jc w:val="left"/>
              <w:rPr>
                <w:sz w:val="24"/>
                <w:szCs w:val="24"/>
              </w:rPr>
            </w:pPr>
            <w:r w:rsidRPr="00DD5B67">
              <w:rPr>
                <w:sz w:val="24"/>
                <w:szCs w:val="24"/>
              </w:rPr>
              <w:t xml:space="preserve"> 8.  Очаг землетрясения или точка под </w:t>
            </w:r>
          </w:p>
          <w:p w:rsidR="00622520" w:rsidRPr="00DD5B67" w:rsidRDefault="00622520" w:rsidP="007C58CC">
            <w:pPr>
              <w:pStyle w:val="1"/>
              <w:ind w:right="20"/>
              <w:jc w:val="left"/>
              <w:rPr>
                <w:sz w:val="24"/>
                <w:szCs w:val="24"/>
              </w:rPr>
            </w:pPr>
            <w:r w:rsidRPr="00DD5B67">
              <w:rPr>
                <w:sz w:val="24"/>
                <w:szCs w:val="24"/>
              </w:rPr>
              <w:t xml:space="preserve">землей-это…(гипоцентр) </w:t>
            </w:r>
          </w:p>
          <w:p w:rsidR="00622520" w:rsidRPr="00DD5B67" w:rsidRDefault="00622520" w:rsidP="007C58CC">
            <w:pPr>
              <w:pStyle w:val="1"/>
              <w:ind w:right="20"/>
              <w:jc w:val="left"/>
              <w:rPr>
                <w:sz w:val="24"/>
                <w:szCs w:val="24"/>
              </w:rPr>
            </w:pPr>
            <w:r w:rsidRPr="00DD5B67">
              <w:rPr>
                <w:sz w:val="24"/>
                <w:szCs w:val="24"/>
              </w:rPr>
              <w:t xml:space="preserve">9.  Прямо над гипоцентром на </w:t>
            </w:r>
          </w:p>
          <w:p w:rsidR="00622520" w:rsidRPr="00DD5B67" w:rsidRDefault="00622520" w:rsidP="007C58CC">
            <w:pPr>
              <w:pStyle w:val="1"/>
              <w:ind w:right="20"/>
              <w:jc w:val="left"/>
              <w:rPr>
                <w:sz w:val="24"/>
                <w:szCs w:val="24"/>
              </w:rPr>
            </w:pPr>
            <w:r w:rsidRPr="00DD5B67">
              <w:rPr>
                <w:sz w:val="24"/>
                <w:szCs w:val="24"/>
              </w:rPr>
              <w:t xml:space="preserve">поверхности земли </w:t>
            </w:r>
          </w:p>
          <w:p w:rsidR="00622520" w:rsidRPr="00DD5B67" w:rsidRDefault="00622520" w:rsidP="007C58CC">
            <w:pPr>
              <w:pStyle w:val="1"/>
              <w:ind w:right="20"/>
              <w:jc w:val="left"/>
              <w:rPr>
                <w:sz w:val="24"/>
                <w:szCs w:val="24"/>
              </w:rPr>
            </w:pPr>
            <w:r w:rsidRPr="00DD5B67">
              <w:rPr>
                <w:sz w:val="24"/>
                <w:szCs w:val="24"/>
              </w:rPr>
              <w:t xml:space="preserve">находится…..(эпицентр) </w:t>
            </w:r>
          </w:p>
          <w:p w:rsidR="00622520" w:rsidRPr="00DD5B67" w:rsidRDefault="00622520" w:rsidP="007C58CC">
            <w:pPr>
              <w:pStyle w:val="1"/>
              <w:ind w:right="20"/>
              <w:jc w:val="left"/>
              <w:rPr>
                <w:sz w:val="24"/>
                <w:szCs w:val="24"/>
              </w:rPr>
            </w:pPr>
            <w:r w:rsidRPr="00DD5B67">
              <w:rPr>
                <w:sz w:val="24"/>
                <w:szCs w:val="24"/>
              </w:rPr>
              <w:t xml:space="preserve">10. Территория, известных и ожидаемых </w:t>
            </w:r>
          </w:p>
          <w:p w:rsidR="00622520" w:rsidRPr="00DD5B67" w:rsidRDefault="00622520" w:rsidP="007C58CC">
            <w:pPr>
              <w:pStyle w:val="1"/>
              <w:ind w:right="20"/>
              <w:jc w:val="left"/>
              <w:rPr>
                <w:sz w:val="24"/>
                <w:szCs w:val="24"/>
              </w:rPr>
            </w:pPr>
            <w:r w:rsidRPr="00DD5B67">
              <w:rPr>
                <w:sz w:val="24"/>
                <w:szCs w:val="24"/>
              </w:rPr>
              <w:t>очагов землетрясений-</w:t>
            </w:r>
          </w:p>
          <w:p w:rsidR="00622520" w:rsidRPr="00DD5B67" w:rsidRDefault="00622520" w:rsidP="007C58CC">
            <w:pPr>
              <w:pStyle w:val="1"/>
              <w:ind w:right="20"/>
              <w:jc w:val="left"/>
              <w:rPr>
                <w:sz w:val="24"/>
                <w:szCs w:val="24"/>
              </w:rPr>
            </w:pPr>
            <w:r w:rsidRPr="00DD5B67">
              <w:rPr>
                <w:sz w:val="24"/>
                <w:szCs w:val="24"/>
              </w:rPr>
              <w:t xml:space="preserve">это…(сейсмоопасная зона) </w:t>
            </w:r>
          </w:p>
          <w:p w:rsidR="00622520" w:rsidRPr="00DD5B67" w:rsidRDefault="00622520" w:rsidP="007C58CC">
            <w:pPr>
              <w:pStyle w:val="1"/>
              <w:ind w:right="20"/>
              <w:jc w:val="left"/>
              <w:rPr>
                <w:sz w:val="24"/>
                <w:szCs w:val="24"/>
              </w:rPr>
            </w:pPr>
            <w:r w:rsidRPr="00DD5B67">
              <w:rPr>
                <w:sz w:val="24"/>
                <w:szCs w:val="24"/>
              </w:rPr>
              <w:t xml:space="preserve">11. Назвать «загадку природы», где </w:t>
            </w:r>
          </w:p>
          <w:p w:rsidR="00622520" w:rsidRPr="00DD5B67" w:rsidRDefault="00622520" w:rsidP="007C58CC">
            <w:pPr>
              <w:pStyle w:val="1"/>
              <w:ind w:right="20"/>
              <w:jc w:val="left"/>
              <w:rPr>
                <w:sz w:val="24"/>
                <w:szCs w:val="24"/>
              </w:rPr>
            </w:pPr>
            <w:r w:rsidRPr="00DD5B67">
              <w:rPr>
                <w:sz w:val="24"/>
                <w:szCs w:val="24"/>
              </w:rPr>
              <w:t xml:space="preserve">никогда не было землетрясений </w:t>
            </w:r>
          </w:p>
          <w:p w:rsidR="00622520" w:rsidRPr="00DD5B67" w:rsidRDefault="00622520" w:rsidP="007C58CC">
            <w:pPr>
              <w:pStyle w:val="1"/>
              <w:ind w:right="20"/>
              <w:jc w:val="left"/>
              <w:rPr>
                <w:sz w:val="24"/>
                <w:szCs w:val="24"/>
              </w:rPr>
            </w:pPr>
            <w:r w:rsidRPr="00DD5B67">
              <w:rPr>
                <w:sz w:val="24"/>
                <w:szCs w:val="24"/>
              </w:rPr>
              <w:t>(Антрактида)</w:t>
            </w:r>
          </w:p>
          <w:p w:rsidR="00622520" w:rsidRPr="00DD5B67" w:rsidRDefault="00622520" w:rsidP="007C58CC">
            <w:pPr>
              <w:pStyle w:val="1"/>
              <w:ind w:right="20"/>
              <w:jc w:val="left"/>
              <w:rPr>
                <w:sz w:val="24"/>
                <w:szCs w:val="24"/>
              </w:rPr>
            </w:pPr>
            <w:r w:rsidRPr="00DD5B67">
              <w:rPr>
                <w:sz w:val="24"/>
                <w:szCs w:val="24"/>
              </w:rPr>
              <w:t xml:space="preserve"> 12. Может ли изменение в поведении </w:t>
            </w:r>
          </w:p>
          <w:p w:rsidR="00622520" w:rsidRPr="00DD5B67" w:rsidRDefault="00622520" w:rsidP="007C58CC">
            <w:pPr>
              <w:pStyle w:val="1"/>
              <w:ind w:right="20"/>
              <w:jc w:val="left"/>
              <w:rPr>
                <w:sz w:val="24"/>
                <w:szCs w:val="24"/>
              </w:rPr>
            </w:pPr>
            <w:r w:rsidRPr="00DD5B67">
              <w:rPr>
                <w:sz w:val="24"/>
                <w:szCs w:val="24"/>
              </w:rPr>
              <w:t xml:space="preserve">животных являться прогнозом </w:t>
            </w:r>
          </w:p>
          <w:p w:rsidR="00622520" w:rsidRPr="00DD5B67" w:rsidRDefault="00622520" w:rsidP="007C58CC">
            <w:pPr>
              <w:pStyle w:val="1"/>
              <w:ind w:right="20"/>
              <w:jc w:val="left"/>
              <w:rPr>
                <w:sz w:val="24"/>
                <w:szCs w:val="24"/>
              </w:rPr>
            </w:pPr>
            <w:r w:rsidRPr="00DD5B67">
              <w:rPr>
                <w:sz w:val="24"/>
                <w:szCs w:val="24"/>
              </w:rPr>
              <w:t xml:space="preserve">землетрясений? (Да, потому что они </w:t>
            </w:r>
          </w:p>
          <w:p w:rsidR="00622520" w:rsidRPr="00DD5B67" w:rsidRDefault="00622520" w:rsidP="007C58CC">
            <w:pPr>
              <w:pStyle w:val="1"/>
              <w:ind w:right="20"/>
              <w:jc w:val="left"/>
              <w:rPr>
                <w:sz w:val="24"/>
                <w:szCs w:val="24"/>
              </w:rPr>
            </w:pPr>
            <w:r w:rsidRPr="00DD5B67">
              <w:rPr>
                <w:sz w:val="24"/>
                <w:szCs w:val="24"/>
              </w:rPr>
              <w:t xml:space="preserve">очень чувствительны к этому явлению)  </w:t>
            </w:r>
          </w:p>
        </w:tc>
        <w:tc>
          <w:tcPr>
            <w:tcW w:w="2619" w:type="dxa"/>
          </w:tcPr>
          <w:p w:rsidR="00622520" w:rsidRPr="002633D0" w:rsidRDefault="00622520" w:rsidP="00303710">
            <w:pPr>
              <w:pStyle w:val="BodyText"/>
              <w:spacing w:after="0"/>
              <w:rPr>
                <w:szCs w:val="24"/>
              </w:rPr>
            </w:pPr>
            <w:r w:rsidRPr="002633D0">
              <w:rPr>
                <w:bCs/>
                <w:szCs w:val="24"/>
              </w:rPr>
              <w:t xml:space="preserve"> </w:t>
            </w:r>
          </w:p>
          <w:p w:rsidR="00622520" w:rsidRPr="002633D0" w:rsidRDefault="00622520">
            <w:pPr>
              <w:spacing w:line="276" w:lineRule="auto"/>
            </w:pPr>
          </w:p>
          <w:p w:rsidR="00622520" w:rsidRPr="002633D0" w:rsidRDefault="00622520">
            <w:pPr>
              <w:spacing w:line="276" w:lineRule="auto"/>
            </w:pPr>
            <w:r w:rsidRPr="002633D0">
              <w:t xml:space="preserve">Работа индивидуальная, запись  ответов в тетрадь </w:t>
            </w:r>
          </w:p>
          <w:p w:rsidR="00622520" w:rsidRPr="002633D0" w:rsidRDefault="00622520">
            <w:pPr>
              <w:spacing w:line="276" w:lineRule="auto"/>
            </w:pPr>
          </w:p>
          <w:p w:rsidR="00622520" w:rsidRPr="002633D0" w:rsidRDefault="00622520">
            <w:pPr>
              <w:spacing w:line="276" w:lineRule="auto"/>
            </w:pPr>
          </w:p>
          <w:p w:rsidR="00622520" w:rsidRPr="002633D0" w:rsidRDefault="00622520">
            <w:pPr>
              <w:spacing w:line="276" w:lineRule="auto"/>
            </w:pPr>
          </w:p>
          <w:p w:rsidR="00622520" w:rsidRPr="002633D0" w:rsidRDefault="00622520">
            <w:pPr>
              <w:spacing w:line="276" w:lineRule="auto"/>
            </w:pPr>
          </w:p>
          <w:p w:rsidR="00622520" w:rsidRPr="002633D0" w:rsidRDefault="00622520">
            <w:pPr>
              <w:spacing w:line="276" w:lineRule="auto"/>
            </w:pPr>
          </w:p>
          <w:p w:rsidR="00622520" w:rsidRPr="002633D0" w:rsidRDefault="00622520">
            <w:pPr>
              <w:spacing w:line="276" w:lineRule="auto"/>
            </w:pPr>
          </w:p>
          <w:p w:rsidR="00622520" w:rsidRPr="002633D0" w:rsidRDefault="00622520">
            <w:pPr>
              <w:spacing w:line="276" w:lineRule="auto"/>
            </w:pPr>
          </w:p>
          <w:p w:rsidR="00622520" w:rsidRPr="002633D0" w:rsidRDefault="00622520">
            <w:pPr>
              <w:spacing w:line="276" w:lineRule="auto"/>
            </w:pPr>
          </w:p>
          <w:p w:rsidR="00622520" w:rsidRPr="002633D0" w:rsidRDefault="00622520">
            <w:pPr>
              <w:spacing w:line="276" w:lineRule="auto"/>
            </w:pPr>
          </w:p>
          <w:p w:rsidR="00622520" w:rsidRPr="002633D0" w:rsidRDefault="00622520">
            <w:pPr>
              <w:spacing w:line="276" w:lineRule="auto"/>
            </w:pPr>
          </w:p>
          <w:p w:rsidR="00622520" w:rsidRPr="002633D0" w:rsidRDefault="00622520">
            <w:pPr>
              <w:spacing w:line="276" w:lineRule="auto"/>
            </w:pPr>
          </w:p>
          <w:p w:rsidR="00622520" w:rsidRPr="002633D0" w:rsidRDefault="00622520">
            <w:pPr>
              <w:spacing w:line="276" w:lineRule="auto"/>
            </w:pPr>
          </w:p>
          <w:p w:rsidR="00622520" w:rsidRPr="002633D0" w:rsidRDefault="00622520">
            <w:pPr>
              <w:spacing w:line="276" w:lineRule="auto"/>
            </w:pPr>
          </w:p>
          <w:p w:rsidR="00622520" w:rsidRPr="002633D0" w:rsidRDefault="00622520">
            <w:pPr>
              <w:spacing w:line="276" w:lineRule="auto"/>
            </w:pPr>
          </w:p>
          <w:p w:rsidR="00622520" w:rsidRPr="002633D0" w:rsidRDefault="00622520">
            <w:pPr>
              <w:spacing w:line="276" w:lineRule="auto"/>
            </w:pPr>
          </w:p>
          <w:p w:rsidR="00622520" w:rsidRPr="002633D0" w:rsidRDefault="00622520">
            <w:pPr>
              <w:spacing w:line="276" w:lineRule="auto"/>
            </w:pPr>
          </w:p>
          <w:p w:rsidR="00622520" w:rsidRPr="002633D0" w:rsidRDefault="00622520">
            <w:pPr>
              <w:spacing w:line="276" w:lineRule="auto"/>
            </w:pPr>
          </w:p>
          <w:p w:rsidR="00622520" w:rsidRPr="002633D0" w:rsidRDefault="00622520">
            <w:pPr>
              <w:spacing w:line="276" w:lineRule="auto"/>
              <w:rPr>
                <w:bCs/>
              </w:rPr>
            </w:pPr>
          </w:p>
        </w:tc>
      </w:tr>
      <w:tr w:rsidR="00622520" w:rsidRPr="002633D0" w:rsidTr="00D479DC">
        <w:trPr>
          <w:trHeight w:val="986"/>
        </w:trPr>
        <w:tc>
          <w:tcPr>
            <w:tcW w:w="2989" w:type="dxa"/>
          </w:tcPr>
          <w:p w:rsidR="00622520" w:rsidRPr="002633D0" w:rsidRDefault="00622520">
            <w:pPr>
              <w:shd w:val="clear" w:color="auto" w:fill="FFFFFF"/>
              <w:spacing w:line="276" w:lineRule="auto"/>
              <w:rPr>
                <w:b/>
                <w:bCs/>
              </w:rPr>
            </w:pPr>
            <w:r w:rsidRPr="002633D0">
              <w:rPr>
                <w:b/>
                <w:bCs/>
              </w:rPr>
              <w:t>3 этап.</w:t>
            </w:r>
          </w:p>
          <w:p w:rsidR="00622520" w:rsidRPr="002633D0" w:rsidRDefault="00622520">
            <w:pPr>
              <w:shd w:val="clear" w:color="auto" w:fill="FFFFFF"/>
              <w:spacing w:line="276" w:lineRule="auto"/>
              <w:rPr>
                <w:b/>
                <w:bCs/>
                <w:color w:val="000000"/>
              </w:rPr>
            </w:pPr>
            <w:r w:rsidRPr="002633D0">
              <w:rPr>
                <w:b/>
                <w:bCs/>
              </w:rPr>
              <w:t>Целеполагание</w:t>
            </w:r>
          </w:p>
          <w:p w:rsidR="00622520" w:rsidRPr="002633D0" w:rsidRDefault="00622520">
            <w:pPr>
              <w:shd w:val="clear" w:color="auto" w:fill="FFFFFF"/>
              <w:spacing w:line="276" w:lineRule="auto"/>
            </w:pPr>
            <w:r w:rsidRPr="002633D0">
              <w:rPr>
                <w:b/>
                <w:bCs/>
                <w:color w:val="000000"/>
              </w:rPr>
              <w:t>и планирование</w:t>
            </w:r>
          </w:p>
          <w:p w:rsidR="00622520" w:rsidRPr="002633D0" w:rsidRDefault="00622520">
            <w:pPr>
              <w:shd w:val="clear" w:color="auto" w:fill="FFFFFF"/>
              <w:spacing w:line="276" w:lineRule="auto"/>
              <w:rPr>
                <w:b/>
                <w:bCs/>
                <w:color w:val="000000"/>
              </w:rPr>
            </w:pPr>
            <w:r w:rsidRPr="002633D0">
              <w:rPr>
                <w:b/>
                <w:bCs/>
                <w:color w:val="000000"/>
              </w:rPr>
              <w:t>(2-3 мин.)</w:t>
            </w:r>
          </w:p>
        </w:tc>
        <w:tc>
          <w:tcPr>
            <w:tcW w:w="5220" w:type="dxa"/>
          </w:tcPr>
          <w:p w:rsidR="00622520" w:rsidRPr="002633D0" w:rsidRDefault="00622520" w:rsidP="00A177F3">
            <w:pPr>
              <w:pStyle w:val="NormalWeb"/>
              <w:spacing w:after="150"/>
              <w:rPr>
                <w:color w:val="000000"/>
              </w:rPr>
            </w:pPr>
            <w:r w:rsidRPr="002633D0">
              <w:rPr>
                <w:color w:val="000000"/>
              </w:rPr>
              <w:t xml:space="preserve">Землетрясения известны людям с древних времен и многие считали, что это явление – наказание от богов. </w:t>
            </w:r>
          </w:p>
          <w:p w:rsidR="00622520" w:rsidRPr="002633D0" w:rsidRDefault="00622520" w:rsidP="00A177F3">
            <w:pPr>
              <w:pStyle w:val="NormalWeb"/>
              <w:spacing w:after="150"/>
              <w:rPr>
                <w:color w:val="000000"/>
              </w:rPr>
            </w:pPr>
            <w:r w:rsidRPr="002633D0">
              <w:rPr>
                <w:color w:val="000000"/>
              </w:rPr>
              <w:t>А теперь давайте вспомним из курса географии о процессах происходящих в недрах земной коры.</w:t>
            </w:r>
          </w:p>
          <w:p w:rsidR="00622520" w:rsidRPr="002633D0" w:rsidRDefault="00622520" w:rsidP="00A177F3">
            <w:pPr>
              <w:pStyle w:val="NormalWeb"/>
              <w:spacing w:after="150"/>
              <w:rPr>
                <w:color w:val="000000"/>
              </w:rPr>
            </w:pPr>
            <w:r w:rsidRPr="002633D0">
              <w:rPr>
                <w:color w:val="000000"/>
              </w:rPr>
              <w:t xml:space="preserve">- Землетрясения происходят не во всех частях мира. Они бывают только в определенных районах, которые называют сейсмическими поясами. - При движении тектонических плит возможны следующие типы разломов: сдвиг, взброс и сброс. </w:t>
            </w:r>
          </w:p>
          <w:p w:rsidR="00622520" w:rsidRPr="002633D0" w:rsidRDefault="00622520" w:rsidP="00A177F3">
            <w:pPr>
              <w:pStyle w:val="NormalWeb"/>
              <w:spacing w:before="0" w:beforeAutospacing="0" w:after="150" w:afterAutospacing="0"/>
              <w:rPr>
                <w:color w:val="000000"/>
              </w:rPr>
            </w:pPr>
            <w:r w:rsidRPr="002633D0">
              <w:rPr>
                <w:color w:val="000000"/>
              </w:rPr>
              <w:t>- Как вы думаете, что происходит с земным рельефом?</w:t>
            </w:r>
          </w:p>
          <w:p w:rsidR="00622520" w:rsidRPr="002633D0" w:rsidRDefault="00622520" w:rsidP="00A177F3">
            <w:pPr>
              <w:pStyle w:val="NormalWeb"/>
              <w:spacing w:before="0" w:beforeAutospacing="0" w:after="150" w:afterAutospacing="0"/>
              <w:rPr>
                <w:color w:val="000000"/>
              </w:rPr>
            </w:pPr>
            <w:r w:rsidRPr="002633D0">
              <w:rPr>
                <w:color w:val="000000"/>
              </w:rPr>
              <w:t>- Смотрю, что у многих возникают разные точки зрения на этот вопрос. Давайте разбираться.</w:t>
            </w:r>
          </w:p>
          <w:p w:rsidR="00622520" w:rsidRPr="002633D0" w:rsidRDefault="00622520" w:rsidP="00A177F3">
            <w:pPr>
              <w:pStyle w:val="NormalWeb"/>
              <w:spacing w:before="0" w:beforeAutospacing="0" w:after="150" w:afterAutospacing="0"/>
              <w:rPr>
                <w:color w:val="000000"/>
              </w:rPr>
            </w:pPr>
            <w:r w:rsidRPr="002633D0">
              <w:rPr>
                <w:color w:val="000000"/>
              </w:rPr>
              <w:t xml:space="preserve">- Записываем тему нашего урока.-  </w:t>
            </w:r>
          </w:p>
          <w:p w:rsidR="00622520" w:rsidRPr="002633D0" w:rsidRDefault="00622520" w:rsidP="00A177F3">
            <w:pPr>
              <w:suppressAutoHyphens w:val="0"/>
              <w:jc w:val="both"/>
              <w:rPr>
                <w:lang w:eastAsia="ru-RU"/>
              </w:rPr>
            </w:pPr>
            <w:r w:rsidRPr="002633D0">
              <w:rPr>
                <w:b/>
                <w:color w:val="000000"/>
              </w:rPr>
              <w:t>слайд 6</w:t>
            </w:r>
            <w:r w:rsidRPr="002633D0">
              <w:rPr>
                <w:color w:val="000000"/>
              </w:rPr>
              <w:t xml:space="preserve"> ПОРАЖАЮЩИЕ ФАКТОРЫ ЗЕМЛЕТРЯСЕНИЙ И ИХ ПОСЛЕДСТВИЯ</w:t>
            </w:r>
          </w:p>
          <w:p w:rsidR="00622520" w:rsidRPr="002633D0" w:rsidRDefault="00622520" w:rsidP="00504341">
            <w:pPr>
              <w:suppressAutoHyphens w:val="0"/>
              <w:jc w:val="both"/>
              <w:rPr>
                <w:lang w:eastAsia="ru-RU"/>
              </w:rPr>
            </w:pPr>
          </w:p>
          <w:p w:rsidR="00622520" w:rsidRPr="002633D0" w:rsidRDefault="00622520" w:rsidP="00504341">
            <w:pPr>
              <w:shd w:val="clear" w:color="auto" w:fill="FFFFFF"/>
              <w:spacing w:line="276" w:lineRule="auto"/>
              <w:rPr>
                <w:bCs/>
                <w:color w:val="000000"/>
              </w:rPr>
            </w:pPr>
            <w:r w:rsidRPr="002633D0">
              <w:rPr>
                <w:bCs/>
                <w:color w:val="000000"/>
              </w:rPr>
              <w:t>Ребята, подумайте и скажите, какая цель нашего урока?</w:t>
            </w:r>
          </w:p>
          <w:p w:rsidR="00622520" w:rsidRPr="002633D0" w:rsidRDefault="00622520" w:rsidP="00504341">
            <w:pPr>
              <w:suppressAutoHyphens w:val="0"/>
              <w:rPr>
                <w:bCs/>
              </w:rPr>
            </w:pPr>
            <w:r w:rsidRPr="002633D0">
              <w:rPr>
                <w:b/>
                <w:bCs/>
              </w:rPr>
              <w:t xml:space="preserve">Цель урока:  </w:t>
            </w:r>
            <w:r w:rsidRPr="002633D0">
              <w:rPr>
                <w:bCs/>
              </w:rPr>
              <w:t>Получить представления о поражающих факторах землетрясений.</w:t>
            </w:r>
          </w:p>
          <w:p w:rsidR="00622520" w:rsidRPr="002633D0" w:rsidRDefault="00622520" w:rsidP="00504341">
            <w:pPr>
              <w:suppressAutoHyphens w:val="0"/>
              <w:rPr>
                <w:lang w:eastAsia="ru-RU"/>
              </w:rPr>
            </w:pPr>
            <w:r w:rsidRPr="002633D0">
              <w:rPr>
                <w:bCs/>
              </w:rPr>
              <w:t>Показать последствия разрушительной деятельности землетрясений и размеры экономического ущерба.</w:t>
            </w:r>
          </w:p>
          <w:p w:rsidR="00622520" w:rsidRPr="002633D0" w:rsidRDefault="00622520" w:rsidP="00D479DC">
            <w:pPr>
              <w:suppressAutoHyphens w:val="0"/>
              <w:jc w:val="both"/>
              <w:rPr>
                <w:lang w:eastAsia="ru-RU"/>
              </w:rPr>
            </w:pPr>
          </w:p>
          <w:p w:rsidR="00622520" w:rsidRPr="002633D0" w:rsidRDefault="00622520" w:rsidP="00D479DC">
            <w:pPr>
              <w:suppressAutoHyphens w:val="0"/>
              <w:jc w:val="both"/>
              <w:rPr>
                <w:lang w:eastAsia="ru-RU"/>
              </w:rPr>
            </w:pPr>
          </w:p>
          <w:p w:rsidR="00622520" w:rsidRPr="002633D0" w:rsidRDefault="00622520" w:rsidP="00D479DC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619" w:type="dxa"/>
          </w:tcPr>
          <w:p w:rsidR="00622520" w:rsidRPr="002633D0" w:rsidRDefault="00622520">
            <w:pPr>
              <w:shd w:val="clear" w:color="auto" w:fill="FFFFFF"/>
              <w:spacing w:line="276" w:lineRule="auto"/>
            </w:pPr>
            <w:r w:rsidRPr="002633D0">
              <w:t>Высказывают свои предположения и формулируют цель урока.</w:t>
            </w:r>
          </w:p>
        </w:tc>
      </w:tr>
      <w:tr w:rsidR="00622520" w:rsidRPr="002633D0" w:rsidTr="00D479DC">
        <w:trPr>
          <w:trHeight w:val="1626"/>
        </w:trPr>
        <w:tc>
          <w:tcPr>
            <w:tcW w:w="2989" w:type="dxa"/>
            <w:vAlign w:val="center"/>
          </w:tcPr>
          <w:p w:rsidR="00622520" w:rsidRPr="002633D0" w:rsidRDefault="00622520">
            <w:pPr>
              <w:shd w:val="clear" w:color="auto" w:fill="FFFFFF"/>
              <w:spacing w:line="276" w:lineRule="auto"/>
              <w:rPr>
                <w:b/>
                <w:bCs/>
                <w:color w:val="000000"/>
              </w:rPr>
            </w:pPr>
            <w:r w:rsidRPr="002633D0">
              <w:rPr>
                <w:b/>
                <w:bCs/>
                <w:color w:val="000000"/>
              </w:rPr>
              <w:t xml:space="preserve">4 этап. «Открытие» нового знания </w:t>
            </w:r>
            <w:r w:rsidRPr="002633D0">
              <w:rPr>
                <w:color w:val="000000"/>
              </w:rPr>
              <w:t>(изучение новой темы)</w:t>
            </w:r>
          </w:p>
          <w:p w:rsidR="00622520" w:rsidRPr="002633D0" w:rsidRDefault="00622520" w:rsidP="001A4AC9">
            <w:pPr>
              <w:shd w:val="clear" w:color="auto" w:fill="FFFFFF"/>
              <w:spacing w:line="276" w:lineRule="auto"/>
              <w:rPr>
                <w:b/>
                <w:bCs/>
                <w:color w:val="000000"/>
              </w:rPr>
            </w:pPr>
            <w:r w:rsidRPr="002633D0">
              <w:rPr>
                <w:b/>
                <w:bCs/>
                <w:color w:val="000000"/>
              </w:rPr>
              <w:t>(10 мин.)</w:t>
            </w:r>
          </w:p>
        </w:tc>
        <w:tc>
          <w:tcPr>
            <w:tcW w:w="5220" w:type="dxa"/>
          </w:tcPr>
          <w:p w:rsidR="00622520" w:rsidRPr="00DD5B67" w:rsidRDefault="00622520" w:rsidP="007C58CC">
            <w:pPr>
              <w:pStyle w:val="1"/>
              <w:ind w:right="20"/>
              <w:rPr>
                <w:sz w:val="24"/>
                <w:szCs w:val="24"/>
              </w:rPr>
            </w:pPr>
            <w:r w:rsidRPr="00DD5B67">
              <w:rPr>
                <w:sz w:val="24"/>
                <w:szCs w:val="24"/>
              </w:rPr>
              <w:t xml:space="preserve">Работа в таблице: </w:t>
            </w:r>
          </w:p>
          <w:p w:rsidR="00622520" w:rsidRPr="00DD5B67" w:rsidRDefault="00622520" w:rsidP="007C58CC">
            <w:pPr>
              <w:pStyle w:val="1"/>
              <w:ind w:right="20"/>
              <w:rPr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2494"/>
              <w:gridCol w:w="2495"/>
            </w:tblGrid>
            <w:tr w:rsidR="00622520" w:rsidRPr="002633D0" w:rsidTr="00F441A0">
              <w:tc>
                <w:tcPr>
                  <w:tcW w:w="2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520" w:rsidRPr="00DD5B67" w:rsidRDefault="00622520" w:rsidP="00F441A0">
                  <w:pPr>
                    <w:pStyle w:val="1"/>
                    <w:shd w:val="clear" w:color="auto" w:fill="auto"/>
                    <w:ind w:right="20"/>
                    <w:rPr>
                      <w:sz w:val="24"/>
                      <w:szCs w:val="24"/>
                    </w:rPr>
                  </w:pPr>
                  <w:r w:rsidRPr="00DD5B67">
                    <w:rPr>
                      <w:sz w:val="24"/>
                      <w:szCs w:val="24"/>
                    </w:rPr>
                    <w:t xml:space="preserve">Первичные </w:t>
                  </w:r>
                </w:p>
                <w:p w:rsidR="00622520" w:rsidRPr="00DD5B67" w:rsidRDefault="00622520" w:rsidP="00F441A0">
                  <w:pPr>
                    <w:pStyle w:val="1"/>
                    <w:shd w:val="clear" w:color="auto" w:fill="auto"/>
                    <w:ind w:right="20"/>
                    <w:rPr>
                      <w:sz w:val="24"/>
                      <w:szCs w:val="24"/>
                    </w:rPr>
                  </w:pPr>
                  <w:r w:rsidRPr="00DD5B67">
                    <w:rPr>
                      <w:sz w:val="24"/>
                      <w:szCs w:val="24"/>
                    </w:rPr>
                    <w:t xml:space="preserve">поражающие </w:t>
                  </w:r>
                </w:p>
                <w:p w:rsidR="00622520" w:rsidRPr="00DD5B67" w:rsidRDefault="00622520" w:rsidP="00F441A0">
                  <w:pPr>
                    <w:pStyle w:val="1"/>
                    <w:shd w:val="clear" w:color="auto" w:fill="auto"/>
                    <w:ind w:right="20"/>
                    <w:rPr>
                      <w:sz w:val="24"/>
                      <w:szCs w:val="24"/>
                    </w:rPr>
                  </w:pPr>
                  <w:r w:rsidRPr="00DD5B67">
                    <w:rPr>
                      <w:sz w:val="24"/>
                      <w:szCs w:val="24"/>
                    </w:rPr>
                    <w:t xml:space="preserve">факторы </w:t>
                  </w:r>
                </w:p>
                <w:p w:rsidR="00622520" w:rsidRPr="00DD5B67" w:rsidRDefault="00622520" w:rsidP="00F441A0">
                  <w:pPr>
                    <w:pStyle w:val="1"/>
                    <w:shd w:val="clear" w:color="auto" w:fill="auto"/>
                    <w:ind w:right="20"/>
                    <w:rPr>
                      <w:sz w:val="24"/>
                      <w:szCs w:val="24"/>
                    </w:rPr>
                  </w:pPr>
                  <w:r w:rsidRPr="00DD5B67">
                    <w:rPr>
                      <w:sz w:val="24"/>
                      <w:szCs w:val="24"/>
                    </w:rPr>
                    <w:t>землетрясения</w:t>
                  </w:r>
                </w:p>
              </w:tc>
              <w:tc>
                <w:tcPr>
                  <w:tcW w:w="24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520" w:rsidRPr="00DD5B67" w:rsidRDefault="00622520" w:rsidP="00F441A0">
                  <w:pPr>
                    <w:pStyle w:val="1"/>
                    <w:shd w:val="clear" w:color="auto" w:fill="auto"/>
                    <w:ind w:right="20"/>
                    <w:rPr>
                      <w:sz w:val="24"/>
                      <w:szCs w:val="24"/>
                    </w:rPr>
                  </w:pPr>
                  <w:r w:rsidRPr="00DD5B67">
                    <w:rPr>
                      <w:sz w:val="24"/>
                      <w:szCs w:val="24"/>
                    </w:rPr>
                    <w:t xml:space="preserve">Вторичные </w:t>
                  </w:r>
                </w:p>
                <w:p w:rsidR="00622520" w:rsidRPr="00DD5B67" w:rsidRDefault="00622520" w:rsidP="00F441A0">
                  <w:pPr>
                    <w:pStyle w:val="1"/>
                    <w:shd w:val="clear" w:color="auto" w:fill="auto"/>
                    <w:ind w:right="20"/>
                    <w:rPr>
                      <w:sz w:val="24"/>
                      <w:szCs w:val="24"/>
                    </w:rPr>
                  </w:pPr>
                  <w:r w:rsidRPr="00DD5B67">
                    <w:rPr>
                      <w:sz w:val="24"/>
                      <w:szCs w:val="24"/>
                    </w:rPr>
                    <w:t xml:space="preserve">поражающие </w:t>
                  </w:r>
                </w:p>
                <w:p w:rsidR="00622520" w:rsidRPr="00DD5B67" w:rsidRDefault="00622520" w:rsidP="00F441A0">
                  <w:pPr>
                    <w:pStyle w:val="1"/>
                    <w:shd w:val="clear" w:color="auto" w:fill="auto"/>
                    <w:ind w:right="20"/>
                    <w:rPr>
                      <w:sz w:val="24"/>
                      <w:szCs w:val="24"/>
                    </w:rPr>
                  </w:pPr>
                  <w:r w:rsidRPr="00DD5B67">
                    <w:rPr>
                      <w:sz w:val="24"/>
                      <w:szCs w:val="24"/>
                    </w:rPr>
                    <w:t xml:space="preserve">факторы </w:t>
                  </w:r>
                </w:p>
                <w:p w:rsidR="00622520" w:rsidRPr="00DD5B67" w:rsidRDefault="00622520" w:rsidP="00F441A0">
                  <w:pPr>
                    <w:pStyle w:val="1"/>
                    <w:shd w:val="clear" w:color="auto" w:fill="auto"/>
                    <w:ind w:right="20"/>
                    <w:rPr>
                      <w:sz w:val="24"/>
                      <w:szCs w:val="24"/>
                    </w:rPr>
                  </w:pPr>
                  <w:r w:rsidRPr="00DD5B67">
                    <w:rPr>
                      <w:sz w:val="24"/>
                      <w:szCs w:val="24"/>
                    </w:rPr>
                    <w:t>землетрясения</w:t>
                  </w:r>
                </w:p>
              </w:tc>
            </w:tr>
            <w:tr w:rsidR="00622520" w:rsidRPr="002633D0" w:rsidTr="00F441A0">
              <w:trPr>
                <w:trHeight w:val="1043"/>
              </w:trPr>
              <w:tc>
                <w:tcPr>
                  <w:tcW w:w="2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520" w:rsidRPr="00DD5B67" w:rsidRDefault="00622520" w:rsidP="00F441A0">
                  <w:pPr>
                    <w:pStyle w:val="1"/>
                    <w:shd w:val="clear" w:color="auto" w:fill="auto"/>
                    <w:ind w:right="2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4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520" w:rsidRPr="00DD5B67" w:rsidRDefault="00622520" w:rsidP="00F441A0">
                  <w:pPr>
                    <w:pStyle w:val="1"/>
                    <w:shd w:val="clear" w:color="auto" w:fill="auto"/>
                    <w:ind w:right="20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622520" w:rsidRPr="00DD5B67" w:rsidRDefault="00622520" w:rsidP="007C58CC">
            <w:pPr>
              <w:pStyle w:val="1"/>
              <w:ind w:right="20"/>
              <w:rPr>
                <w:sz w:val="24"/>
                <w:szCs w:val="24"/>
              </w:rPr>
            </w:pPr>
          </w:p>
          <w:p w:rsidR="00622520" w:rsidRPr="00DD5B67" w:rsidRDefault="00622520" w:rsidP="001A4AC9">
            <w:pPr>
              <w:pStyle w:val="1"/>
              <w:ind w:right="20"/>
              <w:rPr>
                <w:sz w:val="24"/>
                <w:szCs w:val="24"/>
              </w:rPr>
            </w:pPr>
          </w:p>
        </w:tc>
        <w:tc>
          <w:tcPr>
            <w:tcW w:w="2619" w:type="dxa"/>
          </w:tcPr>
          <w:p w:rsidR="00622520" w:rsidRPr="002633D0" w:rsidRDefault="00622520" w:rsidP="00D479DC">
            <w:pPr>
              <w:suppressAutoHyphens w:val="0"/>
              <w:ind w:left="102" w:firstLine="284"/>
              <w:contextualSpacing/>
              <w:rPr>
                <w:lang w:eastAsia="ru-RU"/>
              </w:rPr>
            </w:pPr>
            <w:r w:rsidRPr="002633D0">
              <w:rPr>
                <w:lang w:eastAsia="ru-RU"/>
              </w:rPr>
              <w:t xml:space="preserve">Самостоятельная работа учащихся по отбору изученного материала и заполнению таблицы. </w:t>
            </w:r>
          </w:p>
          <w:p w:rsidR="00622520" w:rsidRPr="002633D0" w:rsidRDefault="00622520" w:rsidP="00D479DC">
            <w:pPr>
              <w:suppressAutoHyphens w:val="0"/>
              <w:ind w:left="360"/>
              <w:contextualSpacing/>
              <w:rPr>
                <w:lang w:eastAsia="ru-RU"/>
              </w:rPr>
            </w:pPr>
            <w:r w:rsidRPr="002633D0">
              <w:rPr>
                <w:lang w:eastAsia="ru-RU"/>
              </w:rPr>
              <w:t xml:space="preserve"> </w:t>
            </w:r>
          </w:p>
          <w:p w:rsidR="00622520" w:rsidRPr="002633D0" w:rsidRDefault="00622520" w:rsidP="00D479DC">
            <w:pPr>
              <w:suppressAutoHyphens w:val="0"/>
              <w:rPr>
                <w:lang w:eastAsia="ru-RU"/>
              </w:rPr>
            </w:pPr>
          </w:p>
          <w:p w:rsidR="00622520" w:rsidRPr="002633D0" w:rsidRDefault="00622520">
            <w:pPr>
              <w:spacing w:line="276" w:lineRule="auto"/>
            </w:pPr>
          </w:p>
        </w:tc>
      </w:tr>
      <w:tr w:rsidR="00622520" w:rsidRPr="002633D0" w:rsidTr="00D479DC">
        <w:trPr>
          <w:trHeight w:val="70"/>
        </w:trPr>
        <w:tc>
          <w:tcPr>
            <w:tcW w:w="2989" w:type="dxa"/>
          </w:tcPr>
          <w:p w:rsidR="00622520" w:rsidRPr="002633D0" w:rsidRDefault="00622520">
            <w:pPr>
              <w:shd w:val="clear" w:color="auto" w:fill="FFFFFF"/>
              <w:spacing w:line="276" w:lineRule="auto"/>
              <w:rPr>
                <w:b/>
                <w:bCs/>
                <w:color w:val="000000"/>
              </w:rPr>
            </w:pPr>
            <w:r w:rsidRPr="002633D0">
              <w:rPr>
                <w:b/>
                <w:bCs/>
                <w:color w:val="000000"/>
              </w:rPr>
              <w:t>5 этап. Включение нового знания в систему знаний (закрепление)</w:t>
            </w:r>
          </w:p>
          <w:p w:rsidR="00622520" w:rsidRPr="002633D0" w:rsidRDefault="00622520" w:rsidP="001A4AC9">
            <w:pPr>
              <w:shd w:val="clear" w:color="auto" w:fill="FFFFFF"/>
              <w:spacing w:line="276" w:lineRule="auto"/>
              <w:rPr>
                <w:b/>
                <w:bCs/>
                <w:color w:val="000000"/>
              </w:rPr>
            </w:pPr>
            <w:r w:rsidRPr="002633D0">
              <w:rPr>
                <w:b/>
                <w:bCs/>
                <w:color w:val="000000"/>
              </w:rPr>
              <w:t>(15 мин.)</w:t>
            </w:r>
          </w:p>
        </w:tc>
        <w:tc>
          <w:tcPr>
            <w:tcW w:w="5220" w:type="dxa"/>
          </w:tcPr>
          <w:p w:rsidR="00622520" w:rsidRPr="00DD5B67" w:rsidRDefault="00622520" w:rsidP="001A4AC9">
            <w:pPr>
              <w:pStyle w:val="1"/>
              <w:ind w:right="20"/>
              <w:rPr>
                <w:color w:val="FF0000"/>
                <w:sz w:val="24"/>
                <w:szCs w:val="24"/>
              </w:rPr>
            </w:pPr>
            <w:r w:rsidRPr="00DD5B67">
              <w:rPr>
                <w:color w:val="FF0000"/>
                <w:sz w:val="24"/>
                <w:szCs w:val="24"/>
              </w:rPr>
              <w:t xml:space="preserve">Групповая работа по последствиям </w:t>
            </w:r>
          </w:p>
          <w:p w:rsidR="00622520" w:rsidRPr="00DD5B67" w:rsidRDefault="00622520" w:rsidP="001A4AC9">
            <w:pPr>
              <w:pStyle w:val="1"/>
              <w:ind w:right="20"/>
              <w:rPr>
                <w:color w:val="FF0000"/>
                <w:sz w:val="24"/>
                <w:szCs w:val="24"/>
              </w:rPr>
            </w:pPr>
            <w:r w:rsidRPr="00DD5B67">
              <w:rPr>
                <w:color w:val="FF0000"/>
                <w:sz w:val="24"/>
                <w:szCs w:val="24"/>
              </w:rPr>
              <w:t>землетрясений:</w:t>
            </w:r>
          </w:p>
          <w:p w:rsidR="00622520" w:rsidRPr="00DD5B67" w:rsidRDefault="00622520" w:rsidP="001A4AC9">
            <w:pPr>
              <w:pStyle w:val="1"/>
              <w:ind w:right="20"/>
              <w:rPr>
                <w:color w:val="FF0000"/>
                <w:sz w:val="24"/>
                <w:szCs w:val="24"/>
              </w:rPr>
            </w:pPr>
            <w:r w:rsidRPr="00DD5B67">
              <w:rPr>
                <w:color w:val="FF0000"/>
                <w:sz w:val="24"/>
                <w:szCs w:val="24"/>
              </w:rPr>
              <w:t xml:space="preserve">-Землетрясение в Нефтегорске  май </w:t>
            </w:r>
          </w:p>
          <w:p w:rsidR="00622520" w:rsidRPr="00DD5B67" w:rsidRDefault="00622520" w:rsidP="001A4AC9">
            <w:pPr>
              <w:pStyle w:val="1"/>
              <w:ind w:right="20"/>
              <w:rPr>
                <w:color w:val="FF0000"/>
                <w:sz w:val="24"/>
                <w:szCs w:val="24"/>
              </w:rPr>
            </w:pPr>
            <w:r w:rsidRPr="00DD5B67">
              <w:rPr>
                <w:color w:val="FF0000"/>
                <w:sz w:val="24"/>
                <w:szCs w:val="24"/>
              </w:rPr>
              <w:t>1995г.</w:t>
            </w:r>
          </w:p>
          <w:p w:rsidR="00622520" w:rsidRPr="002633D0" w:rsidRDefault="00622520" w:rsidP="001A4AC9">
            <w:pPr>
              <w:shd w:val="clear" w:color="auto" w:fill="FFFFFF"/>
              <w:suppressAutoHyphens w:val="0"/>
              <w:textAlignment w:val="baseline"/>
              <w:rPr>
                <w:color w:val="FF0000"/>
                <w:lang w:eastAsia="ru-RU"/>
              </w:rPr>
            </w:pPr>
            <w:r w:rsidRPr="002633D0">
              <w:rPr>
                <w:color w:val="FF0000"/>
                <w:lang w:eastAsia="ru-RU"/>
              </w:rPr>
              <w:t>Спитакское землетрясен</w:t>
            </w:r>
            <w:r w:rsidRPr="002633D0">
              <w:rPr>
                <w:color w:val="FF0000"/>
                <w:spacing w:val="-3"/>
                <w:bdr w:val="none" w:sz="0" w:space="0" w:color="auto" w:frame="1"/>
                <w:lang w:eastAsia="ru-RU"/>
              </w:rPr>
              <w:t>ие</w:t>
            </w:r>
            <w:r w:rsidRPr="002633D0">
              <w:rPr>
                <w:color w:val="FF0000"/>
                <w:bdr w:val="none" w:sz="0" w:space="0" w:color="auto" w:frame="1"/>
                <w:lang w:eastAsia="ru-RU"/>
              </w:rPr>
              <w:t xml:space="preserve"> также известное как Ленинаканское землетрясение— </w:t>
            </w:r>
          </w:p>
          <w:p w:rsidR="00622520" w:rsidRPr="002633D0" w:rsidRDefault="00622520" w:rsidP="001A4AC9">
            <w:pPr>
              <w:shd w:val="clear" w:color="auto" w:fill="FFFFFF"/>
              <w:suppressAutoHyphens w:val="0"/>
              <w:textAlignment w:val="baseline"/>
              <w:rPr>
                <w:color w:val="FF0000"/>
                <w:lang w:eastAsia="ru-RU"/>
              </w:rPr>
            </w:pPr>
            <w:r w:rsidRPr="002633D0">
              <w:rPr>
                <w:color w:val="FF0000"/>
                <w:lang w:eastAsia="ru-RU"/>
              </w:rPr>
              <w:t xml:space="preserve">катастрофическое </w:t>
            </w:r>
            <w:r w:rsidRPr="002633D0">
              <w:rPr>
                <w:color w:val="FF0000"/>
                <w:bdr w:val="none" w:sz="0" w:space="0" w:color="auto" w:frame="1"/>
                <w:lang w:eastAsia="ru-RU"/>
              </w:rPr>
              <w:t xml:space="preserve">землетрясение магнитудой </w:t>
            </w:r>
            <w:r>
              <w:rPr>
                <w:color w:val="FF0000"/>
                <w:lang w:eastAsia="ru-RU"/>
              </w:rPr>
              <w:t xml:space="preserve">10,  </w:t>
            </w:r>
            <w:r w:rsidRPr="002633D0">
              <w:rPr>
                <w:color w:val="FF0000"/>
                <w:lang w:eastAsia="ru-RU"/>
              </w:rPr>
              <w:t xml:space="preserve">произошедшее </w:t>
            </w:r>
            <w:r w:rsidRPr="002633D0">
              <w:rPr>
                <w:color w:val="FF0000"/>
                <w:bdr w:val="none" w:sz="0" w:space="0" w:color="auto" w:frame="1"/>
                <w:lang w:eastAsia="ru-RU"/>
              </w:rPr>
              <w:t xml:space="preserve">7 декабря 1988 года </w:t>
            </w:r>
            <w:r w:rsidRPr="002633D0">
              <w:rPr>
                <w:color w:val="FF0000"/>
                <w:lang w:eastAsia="ru-RU"/>
              </w:rPr>
              <w:t>в</w:t>
            </w:r>
          </w:p>
          <w:p w:rsidR="00622520" w:rsidRDefault="00622520" w:rsidP="001A4AC9">
            <w:pPr>
              <w:suppressAutoHyphens w:val="0"/>
              <w:jc w:val="both"/>
              <w:rPr>
                <w:color w:val="FF0000"/>
              </w:rPr>
            </w:pPr>
            <w:r w:rsidRPr="002633D0">
              <w:rPr>
                <w:color w:val="FF0000"/>
              </w:rPr>
              <w:t>-Спитакское землетрясение также известное к</w:t>
            </w:r>
            <w:r>
              <w:rPr>
                <w:color w:val="FF0000"/>
              </w:rPr>
              <w:t>ак Ленинаканское землетрясение-</w:t>
            </w:r>
          </w:p>
          <w:p w:rsidR="00622520" w:rsidRPr="002633D0" w:rsidRDefault="00622520" w:rsidP="001A4AC9">
            <w:pPr>
              <w:suppressAutoHyphens w:val="0"/>
              <w:jc w:val="both"/>
              <w:rPr>
                <w:color w:val="000000"/>
              </w:rPr>
            </w:pPr>
            <w:r w:rsidRPr="002633D0">
              <w:rPr>
                <w:color w:val="FF0000"/>
              </w:rPr>
              <w:t>произошедшее 7 декабря 1988 года в</w:t>
            </w:r>
          </w:p>
        </w:tc>
        <w:tc>
          <w:tcPr>
            <w:tcW w:w="2619" w:type="dxa"/>
          </w:tcPr>
          <w:p w:rsidR="00622520" w:rsidRPr="002633D0" w:rsidRDefault="00622520">
            <w:pPr>
              <w:shd w:val="clear" w:color="auto" w:fill="FFFFFF"/>
              <w:spacing w:line="276" w:lineRule="auto"/>
              <w:ind w:firstLine="449"/>
              <w:rPr>
                <w:color w:val="000000"/>
              </w:rPr>
            </w:pPr>
            <w:r w:rsidRPr="002633D0">
              <w:rPr>
                <w:lang w:eastAsia="ru-RU"/>
              </w:rPr>
              <w:t>Краткий отчет групп о проделанной работе - обмен полученной информацией.</w:t>
            </w:r>
          </w:p>
        </w:tc>
      </w:tr>
      <w:tr w:rsidR="00622520" w:rsidRPr="002633D0" w:rsidTr="00CE04B4">
        <w:trPr>
          <w:trHeight w:val="3322"/>
        </w:trPr>
        <w:tc>
          <w:tcPr>
            <w:tcW w:w="2989" w:type="dxa"/>
            <w:vAlign w:val="center"/>
          </w:tcPr>
          <w:p w:rsidR="00622520" w:rsidRPr="002633D0" w:rsidRDefault="00622520">
            <w:pPr>
              <w:shd w:val="clear" w:color="auto" w:fill="FFFFFF"/>
              <w:spacing w:line="276" w:lineRule="auto"/>
              <w:rPr>
                <w:b/>
                <w:bCs/>
                <w:color w:val="000000"/>
              </w:rPr>
            </w:pPr>
            <w:r w:rsidRPr="002633D0">
              <w:rPr>
                <w:b/>
                <w:bCs/>
                <w:color w:val="000000"/>
              </w:rPr>
              <w:t>6 этап. Рефлексия и оценивание</w:t>
            </w:r>
          </w:p>
          <w:p w:rsidR="00622520" w:rsidRPr="002633D0" w:rsidRDefault="00622520">
            <w:pPr>
              <w:shd w:val="clear" w:color="auto" w:fill="FFFFFF"/>
              <w:spacing w:line="276" w:lineRule="auto"/>
              <w:rPr>
                <w:b/>
                <w:bCs/>
                <w:color w:val="000000"/>
              </w:rPr>
            </w:pPr>
            <w:r w:rsidRPr="002633D0">
              <w:rPr>
                <w:b/>
                <w:bCs/>
                <w:color w:val="000000"/>
              </w:rPr>
              <w:t xml:space="preserve">(3-5 мин) </w:t>
            </w:r>
          </w:p>
          <w:p w:rsidR="00622520" w:rsidRPr="002633D0" w:rsidRDefault="00622520" w:rsidP="00D479DC">
            <w:pPr>
              <w:shd w:val="clear" w:color="auto" w:fill="FFFFFF"/>
              <w:spacing w:line="276" w:lineRule="auto"/>
              <w:rPr>
                <w:b/>
                <w:bCs/>
                <w:color w:val="000000"/>
              </w:rPr>
            </w:pPr>
            <w:r w:rsidRPr="002633D0">
              <w:rPr>
                <w:b/>
                <w:bCs/>
                <w:color w:val="000000"/>
              </w:rPr>
              <w:t>Комментирование и выставление оценок.</w:t>
            </w:r>
          </w:p>
        </w:tc>
        <w:tc>
          <w:tcPr>
            <w:tcW w:w="5220" w:type="dxa"/>
          </w:tcPr>
          <w:p w:rsidR="00622520" w:rsidRPr="002633D0" w:rsidRDefault="00622520">
            <w:pPr>
              <w:spacing w:line="276" w:lineRule="auto"/>
              <w:jc w:val="both"/>
            </w:pPr>
            <w:r w:rsidRPr="002633D0">
              <w:t>Какая была цель урока?</w:t>
            </w:r>
          </w:p>
          <w:p w:rsidR="00622520" w:rsidRPr="002633D0" w:rsidRDefault="00622520">
            <w:pPr>
              <w:spacing w:line="276" w:lineRule="auto"/>
              <w:jc w:val="both"/>
            </w:pPr>
            <w:r w:rsidRPr="002633D0">
              <w:t>Смогли мы ее достичь?</w:t>
            </w:r>
          </w:p>
          <w:p w:rsidR="00622520" w:rsidRPr="002633D0" w:rsidRDefault="00622520">
            <w:pPr>
              <w:spacing w:line="276" w:lineRule="auto"/>
              <w:jc w:val="both"/>
            </w:pPr>
            <w:r w:rsidRPr="002633D0">
              <w:t>Что нового вы узнали на уроке?</w:t>
            </w:r>
          </w:p>
          <w:p w:rsidR="00622520" w:rsidRPr="002633D0" w:rsidRDefault="00622520">
            <w:pPr>
              <w:spacing w:line="276" w:lineRule="auto"/>
              <w:jc w:val="both"/>
            </w:pPr>
            <w:r w:rsidRPr="002633D0">
              <w:t>Какой учебный вопрос у вас вызвал затруднение?</w:t>
            </w:r>
          </w:p>
          <w:p w:rsidR="00622520" w:rsidRPr="002633D0" w:rsidRDefault="00622520">
            <w:pPr>
              <w:spacing w:line="276" w:lineRule="auto"/>
            </w:pPr>
            <w:r w:rsidRPr="002633D0">
              <w:t>Понравилось или не понравилось сегодня на уроке, что то не поняли, покажите соответствующий смайлик</w:t>
            </w:r>
          </w:p>
        </w:tc>
        <w:tc>
          <w:tcPr>
            <w:tcW w:w="2619" w:type="dxa"/>
          </w:tcPr>
          <w:p w:rsidR="00622520" w:rsidRPr="002633D0" w:rsidRDefault="00622520">
            <w:pPr>
              <w:shd w:val="clear" w:color="auto" w:fill="FFFFFF"/>
              <w:spacing w:line="276" w:lineRule="auto"/>
            </w:pPr>
            <w:r w:rsidRPr="002633D0">
              <w:t>Сравнивают цель урока и достигнутые результаты.</w:t>
            </w:r>
          </w:p>
          <w:p w:rsidR="00622520" w:rsidRPr="002633D0" w:rsidRDefault="00622520">
            <w:pPr>
              <w:shd w:val="clear" w:color="auto" w:fill="FFFFFF"/>
              <w:spacing w:line="276" w:lineRule="auto"/>
            </w:pPr>
            <w:r w:rsidRPr="002633D0">
              <w:t xml:space="preserve">Делают вывод,  какой учебный вопрос они хорошо усвоили, а какой плохо. </w:t>
            </w:r>
          </w:p>
        </w:tc>
      </w:tr>
      <w:tr w:rsidR="00622520" w:rsidRPr="002633D0" w:rsidTr="00212283">
        <w:tc>
          <w:tcPr>
            <w:tcW w:w="2989" w:type="dxa"/>
          </w:tcPr>
          <w:p w:rsidR="00622520" w:rsidRPr="002633D0" w:rsidRDefault="00622520" w:rsidP="00212283">
            <w:pPr>
              <w:shd w:val="clear" w:color="auto" w:fill="FFFFFF"/>
              <w:spacing w:line="276" w:lineRule="auto"/>
              <w:rPr>
                <w:b/>
                <w:bCs/>
                <w:color w:val="000000"/>
              </w:rPr>
            </w:pPr>
            <w:r w:rsidRPr="002633D0">
              <w:rPr>
                <w:b/>
                <w:bCs/>
                <w:color w:val="000000"/>
              </w:rPr>
              <w:t xml:space="preserve">7 этап. Д/задание. </w:t>
            </w:r>
          </w:p>
          <w:p w:rsidR="00622520" w:rsidRPr="002633D0" w:rsidRDefault="00622520" w:rsidP="00212283">
            <w:pPr>
              <w:shd w:val="clear" w:color="auto" w:fill="FFFFFF"/>
              <w:spacing w:line="276" w:lineRule="auto"/>
              <w:rPr>
                <w:b/>
                <w:bCs/>
                <w:color w:val="000000"/>
              </w:rPr>
            </w:pPr>
            <w:r w:rsidRPr="002633D0">
              <w:rPr>
                <w:b/>
                <w:bCs/>
                <w:color w:val="000000"/>
              </w:rPr>
              <w:t>(2 мин)</w:t>
            </w:r>
          </w:p>
        </w:tc>
        <w:tc>
          <w:tcPr>
            <w:tcW w:w="5220" w:type="dxa"/>
          </w:tcPr>
          <w:p w:rsidR="00622520" w:rsidRPr="002633D0" w:rsidRDefault="00622520" w:rsidP="00212283">
            <w:pPr>
              <w:jc w:val="both"/>
              <w:rPr>
                <w:b/>
                <w:bCs/>
                <w:color w:val="000000"/>
              </w:rPr>
            </w:pPr>
            <w:r w:rsidRPr="002633D0">
              <w:rPr>
                <w:lang w:eastAsia="ru-RU"/>
              </w:rPr>
              <w:t>§ 9, 56—59</w:t>
            </w:r>
          </w:p>
        </w:tc>
        <w:tc>
          <w:tcPr>
            <w:tcW w:w="2619" w:type="dxa"/>
          </w:tcPr>
          <w:p w:rsidR="00622520" w:rsidRPr="002633D0" w:rsidRDefault="00622520">
            <w:pPr>
              <w:shd w:val="clear" w:color="auto" w:fill="FFFFFF"/>
              <w:spacing w:line="276" w:lineRule="auto"/>
            </w:pPr>
            <w:r w:rsidRPr="002633D0">
              <w:rPr>
                <w:lang w:eastAsia="en-US"/>
              </w:rPr>
              <w:t>Учащиеся записывают задание в дневник</w:t>
            </w:r>
          </w:p>
        </w:tc>
      </w:tr>
    </w:tbl>
    <w:p w:rsidR="00622520" w:rsidRPr="00CE04B4" w:rsidRDefault="00622520" w:rsidP="00D42040">
      <w:pPr>
        <w:rPr>
          <w:sz w:val="28"/>
          <w:szCs w:val="28"/>
        </w:rPr>
      </w:pPr>
    </w:p>
    <w:p w:rsidR="00622520" w:rsidRPr="00CE04B4" w:rsidRDefault="00622520">
      <w:pPr>
        <w:rPr>
          <w:sz w:val="28"/>
          <w:szCs w:val="28"/>
        </w:rPr>
      </w:pPr>
    </w:p>
    <w:sectPr w:rsidR="00622520" w:rsidRPr="00CE04B4" w:rsidSect="003B5F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07271"/>
    <w:multiLevelType w:val="multilevel"/>
    <w:tmpl w:val="6C300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DC3124"/>
    <w:multiLevelType w:val="hybridMultilevel"/>
    <w:tmpl w:val="E31091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641152D"/>
    <w:multiLevelType w:val="hybridMultilevel"/>
    <w:tmpl w:val="02F27A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DDA1FE5"/>
    <w:multiLevelType w:val="multilevel"/>
    <w:tmpl w:val="A2A8793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19"/>
        <w:u w:val="none"/>
        <w:effect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43C76678"/>
    <w:multiLevelType w:val="hybridMultilevel"/>
    <w:tmpl w:val="23A0301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BFB2E5D"/>
    <w:multiLevelType w:val="hybridMultilevel"/>
    <w:tmpl w:val="A7DC44F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5287562A"/>
    <w:multiLevelType w:val="multilevel"/>
    <w:tmpl w:val="A0905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9427961"/>
    <w:multiLevelType w:val="multilevel"/>
    <w:tmpl w:val="9788DF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5B6330BB"/>
    <w:multiLevelType w:val="hybridMultilevel"/>
    <w:tmpl w:val="5E0EA072"/>
    <w:lvl w:ilvl="0" w:tplc="D8968338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9">
    <w:nsid w:val="71F87D79"/>
    <w:multiLevelType w:val="multilevel"/>
    <w:tmpl w:val="C846C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6393790"/>
    <w:multiLevelType w:val="multilevel"/>
    <w:tmpl w:val="84703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6D51FFB"/>
    <w:multiLevelType w:val="hybridMultilevel"/>
    <w:tmpl w:val="23A0301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0"/>
  </w:num>
  <w:num w:numId="7">
    <w:abstractNumId w:val="9"/>
  </w:num>
  <w:num w:numId="8">
    <w:abstractNumId w:val="6"/>
  </w:num>
  <w:num w:numId="9">
    <w:abstractNumId w:val="10"/>
  </w:num>
  <w:num w:numId="10">
    <w:abstractNumId w:val="11"/>
  </w:num>
  <w:num w:numId="11">
    <w:abstractNumId w:val="4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2040"/>
    <w:rsid w:val="00007ECE"/>
    <w:rsid w:val="000560D2"/>
    <w:rsid w:val="00117D32"/>
    <w:rsid w:val="001A33D4"/>
    <w:rsid w:val="001A4AC9"/>
    <w:rsid w:val="00200356"/>
    <w:rsid w:val="00212283"/>
    <w:rsid w:val="00242DAF"/>
    <w:rsid w:val="002633D0"/>
    <w:rsid w:val="002D5735"/>
    <w:rsid w:val="002F62A0"/>
    <w:rsid w:val="00303710"/>
    <w:rsid w:val="00325DE9"/>
    <w:rsid w:val="00352FA3"/>
    <w:rsid w:val="003B5FF0"/>
    <w:rsid w:val="003D363C"/>
    <w:rsid w:val="00416F27"/>
    <w:rsid w:val="00427D33"/>
    <w:rsid w:val="004461B3"/>
    <w:rsid w:val="00503FBA"/>
    <w:rsid w:val="00504341"/>
    <w:rsid w:val="005709CF"/>
    <w:rsid w:val="0059402C"/>
    <w:rsid w:val="00622520"/>
    <w:rsid w:val="00655413"/>
    <w:rsid w:val="00697B3D"/>
    <w:rsid w:val="007049C4"/>
    <w:rsid w:val="007236D7"/>
    <w:rsid w:val="007742DF"/>
    <w:rsid w:val="0078704B"/>
    <w:rsid w:val="007C58CC"/>
    <w:rsid w:val="007D7B84"/>
    <w:rsid w:val="00836C74"/>
    <w:rsid w:val="00886F69"/>
    <w:rsid w:val="009209BE"/>
    <w:rsid w:val="009A2C78"/>
    <w:rsid w:val="00A177F3"/>
    <w:rsid w:val="00AB7AAE"/>
    <w:rsid w:val="00B33A0F"/>
    <w:rsid w:val="00C25B28"/>
    <w:rsid w:val="00CE04B4"/>
    <w:rsid w:val="00D1097D"/>
    <w:rsid w:val="00D42040"/>
    <w:rsid w:val="00D479DC"/>
    <w:rsid w:val="00DD5B67"/>
    <w:rsid w:val="00DE1C81"/>
    <w:rsid w:val="00E10325"/>
    <w:rsid w:val="00E875AA"/>
    <w:rsid w:val="00F26617"/>
    <w:rsid w:val="00F441A0"/>
    <w:rsid w:val="00F84F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2040"/>
    <w:pPr>
      <w:suppressAutoHyphens/>
    </w:pPr>
    <w:rPr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D42040"/>
    <w:rPr>
      <w:rFonts w:ascii="Times New Roman" w:hAnsi="Times New Roman" w:cs="Times New Roman"/>
      <w:b/>
    </w:rPr>
  </w:style>
  <w:style w:type="paragraph" w:styleId="NormalWeb">
    <w:name w:val="Normal (Web)"/>
    <w:basedOn w:val="Normal"/>
    <w:uiPriority w:val="99"/>
    <w:rsid w:val="00D42040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BodyTextChar">
    <w:name w:val="Body Text Char"/>
    <w:uiPriority w:val="99"/>
    <w:locked/>
    <w:rsid w:val="00D42040"/>
    <w:rPr>
      <w:sz w:val="24"/>
      <w:lang w:val="ru-RU" w:eastAsia="ar-SA" w:bidi="ar-SA"/>
    </w:rPr>
  </w:style>
  <w:style w:type="paragraph" w:styleId="BodyText">
    <w:name w:val="Body Text"/>
    <w:basedOn w:val="Normal"/>
    <w:link w:val="BodyTextChar1"/>
    <w:uiPriority w:val="99"/>
    <w:rsid w:val="00D42040"/>
    <w:pPr>
      <w:spacing w:after="120"/>
    </w:pPr>
    <w:rPr>
      <w:szCs w:val="20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DE1C81"/>
    <w:rPr>
      <w:rFonts w:cs="Times New Roman"/>
      <w:sz w:val="24"/>
      <w:szCs w:val="24"/>
      <w:lang w:eastAsia="ar-SA" w:bidi="ar-SA"/>
    </w:rPr>
  </w:style>
  <w:style w:type="paragraph" w:styleId="BodyText2">
    <w:name w:val="Body Text 2"/>
    <w:basedOn w:val="Normal"/>
    <w:link w:val="BodyText2Char"/>
    <w:uiPriority w:val="99"/>
    <w:rsid w:val="00D4204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DE1C81"/>
    <w:rPr>
      <w:rFonts w:cs="Times New Roman"/>
      <w:sz w:val="24"/>
      <w:szCs w:val="24"/>
      <w:lang w:eastAsia="ar-SA" w:bidi="ar-SA"/>
    </w:rPr>
  </w:style>
  <w:style w:type="paragraph" w:customStyle="1" w:styleId="a">
    <w:name w:val="Содержимое списка"/>
    <w:basedOn w:val="Normal"/>
    <w:uiPriority w:val="99"/>
    <w:rsid w:val="00D42040"/>
    <w:pPr>
      <w:ind w:left="567"/>
    </w:pPr>
  </w:style>
  <w:style w:type="paragraph" w:customStyle="1" w:styleId="a0">
    <w:name w:val="Заголовок списка"/>
    <w:basedOn w:val="Normal"/>
    <w:next w:val="a"/>
    <w:uiPriority w:val="99"/>
    <w:rsid w:val="00D42040"/>
  </w:style>
  <w:style w:type="character" w:customStyle="1" w:styleId="a1">
    <w:name w:val="Основной текст_"/>
    <w:link w:val="1"/>
    <w:uiPriority w:val="99"/>
    <w:locked/>
    <w:rsid w:val="00D42040"/>
    <w:rPr>
      <w:sz w:val="19"/>
      <w:shd w:val="clear" w:color="auto" w:fill="FFFFFF"/>
    </w:rPr>
  </w:style>
  <w:style w:type="paragraph" w:customStyle="1" w:styleId="1">
    <w:name w:val="Основной текст1"/>
    <w:basedOn w:val="Normal"/>
    <w:link w:val="a1"/>
    <w:uiPriority w:val="99"/>
    <w:rsid w:val="00D42040"/>
    <w:pPr>
      <w:shd w:val="clear" w:color="auto" w:fill="FFFFFF"/>
      <w:suppressAutoHyphens w:val="0"/>
      <w:spacing w:before="120" w:line="221" w:lineRule="exact"/>
      <w:jc w:val="both"/>
    </w:pPr>
    <w:rPr>
      <w:sz w:val="19"/>
      <w:szCs w:val="20"/>
      <w:shd w:val="clear" w:color="auto" w:fill="FFFFFF"/>
      <w:lang w:eastAsia="ru-RU"/>
    </w:rPr>
  </w:style>
  <w:style w:type="paragraph" w:customStyle="1" w:styleId="c0c5">
    <w:name w:val="c0 c5"/>
    <w:basedOn w:val="Normal"/>
    <w:uiPriority w:val="99"/>
    <w:rsid w:val="00D42040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10pt">
    <w:name w:val="Основной текст + 10 pt"/>
    <w:aliases w:val="Полужирный,Курсив"/>
    <w:uiPriority w:val="99"/>
    <w:rsid w:val="00D42040"/>
    <w:rPr>
      <w:b/>
      <w:i/>
      <w:sz w:val="20"/>
      <w:shd w:val="clear" w:color="auto" w:fill="FFFFFF"/>
    </w:rPr>
  </w:style>
  <w:style w:type="character" w:customStyle="1" w:styleId="c4">
    <w:name w:val="c4"/>
    <w:basedOn w:val="DefaultParagraphFont"/>
    <w:uiPriority w:val="99"/>
    <w:rsid w:val="00D42040"/>
    <w:rPr>
      <w:rFonts w:cs="Times New Roman"/>
    </w:rPr>
  </w:style>
  <w:style w:type="character" w:customStyle="1" w:styleId="c2">
    <w:name w:val="c2"/>
    <w:basedOn w:val="DefaultParagraphFont"/>
    <w:uiPriority w:val="99"/>
    <w:rsid w:val="00D42040"/>
    <w:rPr>
      <w:rFonts w:cs="Times New Roman"/>
    </w:rPr>
  </w:style>
  <w:style w:type="paragraph" w:customStyle="1" w:styleId="Default">
    <w:name w:val="Default"/>
    <w:uiPriority w:val="99"/>
    <w:rsid w:val="00427D3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western">
    <w:name w:val="western"/>
    <w:basedOn w:val="Normal"/>
    <w:uiPriority w:val="99"/>
    <w:rsid w:val="00D479DC"/>
    <w:pPr>
      <w:suppressAutoHyphens w:val="0"/>
      <w:spacing w:before="100" w:beforeAutospacing="1" w:after="100" w:afterAutospacing="1"/>
    </w:pPr>
    <w:rPr>
      <w:lang w:eastAsia="ru-RU"/>
    </w:rPr>
  </w:style>
  <w:style w:type="table" w:styleId="TableGrid">
    <w:name w:val="Table Grid"/>
    <w:basedOn w:val="TableNormal"/>
    <w:uiPriority w:val="99"/>
    <w:rsid w:val="007C58C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636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36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95</TotalTime>
  <Pages>3</Pages>
  <Words>592</Words>
  <Characters>3379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Технологическая карта урока  ОБЖ в 5 классе №9</dc:title>
  <dc:subject/>
  <dc:creator>User</dc:creator>
  <cp:keywords/>
  <dc:description/>
  <cp:lastModifiedBy>Пользователь</cp:lastModifiedBy>
  <cp:revision>6</cp:revision>
  <dcterms:created xsi:type="dcterms:W3CDTF">2018-11-21T01:28:00Z</dcterms:created>
  <dcterms:modified xsi:type="dcterms:W3CDTF">2019-04-09T03:38:00Z</dcterms:modified>
</cp:coreProperties>
</file>